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20A73" w14:textId="77777777" w:rsidR="00E844B4" w:rsidRPr="00C7734A" w:rsidRDefault="00E844B4" w:rsidP="00E844B4">
      <w:pPr>
        <w:pStyle w:val="berschrift1"/>
      </w:pPr>
      <w:r w:rsidRPr="00C7734A">
        <w:t>Simulation eines vernetzten Systems</w:t>
      </w:r>
      <w:r>
        <w:br/>
      </w:r>
      <w:r w:rsidRPr="00C7734A">
        <w:t xml:space="preserve">am Beispiel einer </w:t>
      </w:r>
      <w:proofErr w:type="spellStart"/>
      <w:r w:rsidRPr="00C7734A">
        <w:t>Smarthome</w:t>
      </w:r>
      <w:proofErr w:type="spellEnd"/>
      <w:r w:rsidRPr="00C7734A">
        <w:t>-Steuerung</w:t>
      </w:r>
    </w:p>
    <w:p w14:paraId="7AC7BD15" w14:textId="77777777" w:rsidR="00E844B4" w:rsidRDefault="00E844B4" w:rsidP="00E844B4">
      <w:r>
        <w:t xml:space="preserve">Bei einer </w:t>
      </w:r>
      <w:proofErr w:type="spellStart"/>
      <w:r>
        <w:t>Smarthome</w:t>
      </w:r>
      <w:proofErr w:type="spellEnd"/>
      <w:r>
        <w:t>-Steuerung sind häufig Sensoren in verschiedenen Räumen eines Hauses verteilt. Die Sensorwerte können von einer zentralen Komponente abgefragt werden. Abhängig von der Temperatur in den einzelnen Räumen können dann z. B. die Heizung oder die Rollläden für eine Verschattung angesteuert werden.</w:t>
      </w:r>
    </w:p>
    <w:p w14:paraId="5BADD0A1" w14:textId="77777777" w:rsidR="00E844B4" w:rsidRDefault="00E844B4" w:rsidP="00E844B4">
      <w:r>
        <w:rPr>
          <w:noProof/>
        </w:rPr>
        <mc:AlternateContent>
          <mc:Choice Requires="wpg">
            <w:drawing>
              <wp:anchor distT="0" distB="0" distL="114300" distR="114300" simplePos="0" relativeHeight="251659264" behindDoc="0" locked="0" layoutInCell="1" allowOverlap="1" wp14:anchorId="333AD7EE" wp14:editId="737AA18C">
                <wp:simplePos x="0" y="0"/>
                <wp:positionH relativeFrom="column">
                  <wp:posOffset>38100</wp:posOffset>
                </wp:positionH>
                <wp:positionV relativeFrom="paragraph">
                  <wp:posOffset>965200</wp:posOffset>
                </wp:positionV>
                <wp:extent cx="4716145" cy="1630680"/>
                <wp:effectExtent l="0" t="190500" r="8255" b="7620"/>
                <wp:wrapTopAndBottom/>
                <wp:docPr id="1139306223" name="Gruppieren 7"/>
                <wp:cNvGraphicFramePr/>
                <a:graphic xmlns:a="http://schemas.openxmlformats.org/drawingml/2006/main">
                  <a:graphicData uri="http://schemas.microsoft.com/office/word/2010/wordprocessingGroup">
                    <wpg:wgp>
                      <wpg:cNvGrpSpPr/>
                      <wpg:grpSpPr>
                        <a:xfrm flipH="1">
                          <a:off x="0" y="0"/>
                          <a:ext cx="4716145" cy="1630680"/>
                          <a:chOff x="0" y="-14557"/>
                          <a:chExt cx="4716145" cy="1631267"/>
                        </a:xfrm>
                      </wpg:grpSpPr>
                      <wpg:grpSp>
                        <wpg:cNvPr id="51" name="Gruppieren 5"/>
                        <wpg:cNvGrpSpPr/>
                        <wpg:grpSpPr>
                          <a:xfrm>
                            <a:off x="43891" y="-14557"/>
                            <a:ext cx="4279265" cy="1348692"/>
                            <a:chOff x="109143" y="58168"/>
                            <a:chExt cx="4716857" cy="1566445"/>
                          </a:xfrm>
                        </wpg:grpSpPr>
                        <pic:pic xmlns:pic="http://schemas.openxmlformats.org/drawingml/2006/picture">
                          <pic:nvPicPr>
                            <pic:cNvPr id="49" name="Grafik 49"/>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755182" flipH="1">
                              <a:off x="582588" y="809482"/>
                              <a:ext cx="274955" cy="274955"/>
                            </a:xfrm>
                            <a:prstGeom prst="rect">
                              <a:avLst/>
                            </a:prstGeom>
                            <a:noFill/>
                            <a:ln>
                              <a:noFill/>
                            </a:ln>
                          </pic:spPr>
                        </pic:pic>
                        <wpg:grpSp>
                          <wpg:cNvPr id="50" name="Gruppieren 50"/>
                          <wpg:cNvGrpSpPr/>
                          <wpg:grpSpPr>
                            <a:xfrm>
                              <a:off x="109143" y="58168"/>
                              <a:ext cx="4716857" cy="1566445"/>
                              <a:chOff x="109143" y="58168"/>
                              <a:chExt cx="4716857" cy="1566445"/>
                            </a:xfrm>
                          </wpg:grpSpPr>
                          <pic:pic xmlns:pic="http://schemas.openxmlformats.org/drawingml/2006/picture">
                            <pic:nvPicPr>
                              <pic:cNvPr id="47" name="Grafik 47"/>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755182" flipH="1">
                                <a:off x="1667542" y="465749"/>
                                <a:ext cx="274955" cy="274955"/>
                              </a:xfrm>
                              <a:prstGeom prst="rect">
                                <a:avLst/>
                              </a:prstGeom>
                              <a:noFill/>
                              <a:ln>
                                <a:noFill/>
                              </a:ln>
                            </pic:spPr>
                          </pic:pic>
                          <pic:pic xmlns:pic="http://schemas.openxmlformats.org/drawingml/2006/picture">
                            <pic:nvPicPr>
                              <pic:cNvPr id="48" name="Grafik 48"/>
                              <pic:cNvPicPr>
                                <a:picLocks noChangeAspect="1"/>
                              </pic:cNvPicPr>
                            </pic:nvPicPr>
                            <pic:blipFill>
                              <a:blip r:embed="rId8">
                                <a:extLst>
                                  <a:ext uri="{28A0092B-C50C-407E-A947-70E740481C1C}">
                                    <a14:useLocalDpi xmlns:a14="http://schemas.microsoft.com/office/drawing/2010/main" val="0"/>
                                  </a:ext>
                                </a:extLst>
                              </a:blip>
                              <a:srcRect/>
                              <a:stretch/>
                            </pic:blipFill>
                            <pic:spPr bwMode="auto">
                              <a:xfrm rot="1755182" flipH="1">
                                <a:off x="657821" y="75075"/>
                                <a:ext cx="260941" cy="274955"/>
                              </a:xfrm>
                              <a:prstGeom prst="rect">
                                <a:avLst/>
                              </a:prstGeom>
                              <a:noFill/>
                              <a:ln>
                                <a:noFill/>
                              </a:ln>
                            </pic:spPr>
                          </pic:pic>
                          <wpg:grpSp>
                            <wpg:cNvPr id="46" name="Gruppieren 46"/>
                            <wpg:cNvGrpSpPr/>
                            <wpg:grpSpPr>
                              <a:xfrm>
                                <a:off x="109143" y="58168"/>
                                <a:ext cx="4716857" cy="1566445"/>
                                <a:chOff x="109155" y="16090"/>
                                <a:chExt cx="4717385" cy="1566529"/>
                              </a:xfrm>
                            </wpg:grpSpPr>
                            <wpg:grpSp>
                              <wpg:cNvPr id="28" name="Gruppieren 28"/>
                              <wpg:cNvGrpSpPr/>
                              <wpg:grpSpPr>
                                <a:xfrm>
                                  <a:off x="123218" y="788726"/>
                                  <a:ext cx="1027621" cy="793893"/>
                                  <a:chOff x="123218" y="-91554"/>
                                  <a:chExt cx="1027621" cy="793893"/>
                                </a:xfrm>
                              </wpg:grpSpPr>
                              <wpg:grpSp>
                                <wpg:cNvPr id="21" name="Gruppieren 21"/>
                                <wpg:cNvGrpSpPr/>
                                <wpg:grpSpPr>
                                  <a:xfrm>
                                    <a:off x="123218" y="45625"/>
                                    <a:ext cx="706161" cy="656714"/>
                                    <a:chOff x="160454" y="59357"/>
                                    <a:chExt cx="919561" cy="854365"/>
                                  </a:xfrm>
                                </wpg:grpSpPr>
                                <pic:pic xmlns:pic="http://schemas.openxmlformats.org/drawingml/2006/picture">
                                  <pic:nvPicPr>
                                    <pic:cNvPr id="13" name="Grafik 13" descr="Dusch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rcRect/>
                                    <a:stretch/>
                                  </pic:blipFill>
                                  <pic:spPr>
                                    <a:xfrm>
                                      <a:off x="160454" y="160611"/>
                                      <a:ext cx="753945" cy="753111"/>
                                    </a:xfrm>
                                    <a:prstGeom prst="rect">
                                      <a:avLst/>
                                    </a:prstGeom>
                                  </pic:spPr>
                                </pic:pic>
                                <pic:pic xmlns:pic="http://schemas.openxmlformats.org/drawingml/2006/picture">
                                  <pic:nvPicPr>
                                    <pic:cNvPr id="20" name="Grafik 20" descr="Thermometer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672067" y="59357"/>
                                      <a:ext cx="407948" cy="407947"/>
                                    </a:xfrm>
                                    <a:prstGeom prst="rect">
                                      <a:avLst/>
                                    </a:prstGeom>
                                  </pic:spPr>
                                </pic:pic>
                              </wpg:grpSp>
                              <pic:pic xmlns:pic="http://schemas.openxmlformats.org/drawingml/2006/picture">
                                <pic:nvPicPr>
                                  <pic:cNvPr id="24" name="Grafik 24" descr="Drahtlos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8287648">
                                    <a:off x="762854" y="-91554"/>
                                    <a:ext cx="387985" cy="387985"/>
                                  </a:xfrm>
                                  <a:prstGeom prst="rect">
                                    <a:avLst/>
                                  </a:prstGeom>
                                </pic:spPr>
                              </pic:pic>
                            </wpg:grpSp>
                            <wpg:grpSp>
                              <wpg:cNvPr id="29" name="Gruppieren 29"/>
                              <wpg:cNvGrpSpPr/>
                              <wpg:grpSpPr>
                                <a:xfrm>
                                  <a:off x="1624002" y="436754"/>
                                  <a:ext cx="743502" cy="940240"/>
                                  <a:chOff x="-35370" y="79325"/>
                                  <a:chExt cx="743435" cy="940748"/>
                                </a:xfrm>
                              </wpg:grpSpPr>
                              <wpg:grpSp>
                                <wpg:cNvPr id="23" name="Gruppieren 23"/>
                                <wpg:cNvGrpSpPr/>
                                <wpg:grpSpPr>
                                  <a:xfrm>
                                    <a:off x="-35370" y="233875"/>
                                    <a:ext cx="743435" cy="786198"/>
                                    <a:chOff x="-341246" y="233875"/>
                                    <a:chExt cx="743435" cy="786198"/>
                                  </a:xfrm>
                                </wpg:grpSpPr>
                                <pic:pic xmlns:pic="http://schemas.openxmlformats.org/drawingml/2006/picture">
                                  <pic:nvPicPr>
                                    <pic:cNvPr id="12" name="Grafik 12" descr="Kinderbett Silhouette"/>
                                    <pic:cNvPicPr>
                                      <a:picLocks noChangeAspect="1"/>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rcRect/>
                                    <a:stretch/>
                                  </pic:blipFill>
                                  <pic:spPr>
                                    <a:xfrm>
                                      <a:off x="-286495" y="331098"/>
                                      <a:ext cx="688684" cy="688975"/>
                                    </a:xfrm>
                                    <a:prstGeom prst="rect">
                                      <a:avLst/>
                                    </a:prstGeom>
                                  </pic:spPr>
                                </pic:pic>
                                <pic:pic xmlns:pic="http://schemas.openxmlformats.org/drawingml/2006/picture">
                                  <pic:nvPicPr>
                                    <pic:cNvPr id="16" name="Grafik 16" descr="Thermometer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41246" y="233875"/>
                                      <a:ext cx="313690" cy="313690"/>
                                    </a:xfrm>
                                    <a:prstGeom prst="rect">
                                      <a:avLst/>
                                    </a:prstGeom>
                                  </pic:spPr>
                                </pic:pic>
                              </wpg:grpSp>
                              <pic:pic xmlns:pic="http://schemas.openxmlformats.org/drawingml/2006/picture">
                                <pic:nvPicPr>
                                  <pic:cNvPr id="25" name="Grafik 25" descr="Drahtlos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7966154">
                                    <a:off x="218373" y="79325"/>
                                    <a:ext cx="387985" cy="387985"/>
                                  </a:xfrm>
                                  <a:prstGeom prst="rect">
                                    <a:avLst/>
                                  </a:prstGeom>
                                </pic:spPr>
                              </pic:pic>
                            </wpg:grpSp>
                            <wpg:grpSp>
                              <wpg:cNvPr id="31" name="Gruppieren 31"/>
                              <wpg:cNvGrpSpPr/>
                              <wpg:grpSpPr>
                                <a:xfrm>
                                  <a:off x="109155" y="61431"/>
                                  <a:ext cx="1124747" cy="884637"/>
                                  <a:chOff x="-109209" y="61419"/>
                                  <a:chExt cx="1124747" cy="884476"/>
                                </a:xfrm>
                              </wpg:grpSpPr>
                              <wpg:grpSp>
                                <wpg:cNvPr id="19" name="Gruppieren 19"/>
                                <wpg:cNvGrpSpPr/>
                                <wpg:grpSpPr>
                                  <a:xfrm>
                                    <a:off x="-109209" y="167973"/>
                                    <a:ext cx="792506" cy="777922"/>
                                    <a:chOff x="-109209" y="75220"/>
                                    <a:chExt cx="792506" cy="777922"/>
                                  </a:xfrm>
                                </wpg:grpSpPr>
                                <pic:pic xmlns:pic="http://schemas.openxmlformats.org/drawingml/2006/picture">
                                  <pic:nvPicPr>
                                    <pic:cNvPr id="8" name="Grafik 8"/>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rcRect/>
                                    <a:stretch/>
                                  </pic:blipFill>
                                  <pic:spPr>
                                    <a:xfrm>
                                      <a:off x="-109209" y="75220"/>
                                      <a:ext cx="777922" cy="777922"/>
                                    </a:xfrm>
                                    <a:prstGeom prst="rect">
                                      <a:avLst/>
                                    </a:prstGeom>
                                  </pic:spPr>
                                </pic:pic>
                                <pic:pic xmlns:pic="http://schemas.openxmlformats.org/drawingml/2006/picture">
                                  <pic:nvPicPr>
                                    <pic:cNvPr id="18" name="Grafik 18" descr="Thermometer mit einfarbiger Füllung"/>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69607" y="109184"/>
                                      <a:ext cx="313690" cy="313690"/>
                                    </a:xfrm>
                                    <a:prstGeom prst="rect">
                                      <a:avLst/>
                                    </a:prstGeom>
                                  </pic:spPr>
                                </pic:pic>
                              </wpg:grpSp>
                              <pic:pic xmlns:pic="http://schemas.openxmlformats.org/drawingml/2006/picture">
                                <pic:nvPicPr>
                                  <pic:cNvPr id="26" name="Grafik 26" descr="Drahtlos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8002455">
                                    <a:off x="627553" y="61419"/>
                                    <a:ext cx="387985" cy="387985"/>
                                  </a:xfrm>
                                  <a:prstGeom prst="rect">
                                    <a:avLst/>
                                  </a:prstGeom>
                                </pic:spPr>
                              </pic:pic>
                            </wpg:grpSp>
                            <wpg:grpSp>
                              <wpg:cNvPr id="30" name="Gruppieren 30"/>
                              <wpg:cNvGrpSpPr/>
                              <wpg:grpSpPr>
                                <a:xfrm>
                                  <a:off x="3568930" y="16090"/>
                                  <a:ext cx="1257610" cy="1105535"/>
                                  <a:chOff x="43827" y="-46177"/>
                                  <a:chExt cx="1257610" cy="1105535"/>
                                </a:xfrm>
                              </wpg:grpSpPr>
                              <pic:pic xmlns:pic="http://schemas.openxmlformats.org/drawingml/2006/picture">
                                <pic:nvPicPr>
                                  <pic:cNvPr id="22" name="Grafik 22"/>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rot="1769677" flipH="1">
                                    <a:off x="195902" y="-46177"/>
                                    <a:ext cx="1105535" cy="1105535"/>
                                  </a:xfrm>
                                  <a:prstGeom prst="rect">
                                    <a:avLst/>
                                  </a:prstGeom>
                                  <a:noFill/>
                                  <a:ln>
                                    <a:noFill/>
                                  </a:ln>
                                </pic:spPr>
                              </pic:pic>
                              <pic:pic xmlns:pic="http://schemas.openxmlformats.org/drawingml/2006/picture">
                                <pic:nvPicPr>
                                  <pic:cNvPr id="27" name="Grafik 27" descr="Drahtlos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18930313">
                                    <a:off x="43827" y="551882"/>
                                    <a:ext cx="387984" cy="387985"/>
                                  </a:xfrm>
                                  <a:prstGeom prst="rect">
                                    <a:avLst/>
                                  </a:prstGeom>
                                </pic:spPr>
                              </pic:pic>
                            </wpg:grpSp>
                          </wpg:grpSp>
                        </wpg:grpSp>
                      </wpg:grpSp>
                      <wps:wsp>
                        <wps:cNvPr id="1740107923" name="Textfeld 1"/>
                        <wps:cNvSpPr txBox="1"/>
                        <wps:spPr>
                          <a:xfrm>
                            <a:off x="0" y="1350010"/>
                            <a:ext cx="4716145" cy="266700"/>
                          </a:xfrm>
                          <a:prstGeom prst="rect">
                            <a:avLst/>
                          </a:prstGeom>
                          <a:solidFill>
                            <a:prstClr val="white"/>
                          </a:solidFill>
                          <a:ln>
                            <a:noFill/>
                          </a:ln>
                        </wps:spPr>
                        <wps:txbx>
                          <w:txbxContent>
                            <w:p w14:paraId="4880F0CE" w14:textId="6249774D" w:rsidR="00E844B4" w:rsidRPr="00E87A56" w:rsidRDefault="00E844B4" w:rsidP="00E844B4">
                              <w:pPr>
                                <w:pStyle w:val="UnterschriftINFSII"/>
                                <w:rPr>
                                  <w:noProof/>
                                </w:rPr>
                              </w:pPr>
                              <w:r>
                                <w:t xml:space="preserve">Abbildung </w:t>
                              </w:r>
                              <w:r>
                                <w:fldChar w:fldCharType="begin"/>
                              </w:r>
                              <w:r>
                                <w:instrText xml:space="preserve"> SEQ Abbildung \* ARABIC </w:instrText>
                              </w:r>
                              <w:r>
                                <w:fldChar w:fldCharType="separate"/>
                              </w:r>
                              <w:r w:rsidR="00ED06DC">
                                <w:rPr>
                                  <w:noProof/>
                                </w:rPr>
                                <w:t>1</w:t>
                              </w:r>
                              <w:r>
                                <w:rPr>
                                  <w:noProof/>
                                </w:rPr>
                                <w:fldChar w:fldCharType="end"/>
                              </w:r>
                              <w:r>
                                <w:t>: Temperaturabfrage von verschiedenen Orten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333AD7EE" id="Gruppieren 7" o:spid="_x0000_s1026" style="position:absolute;margin-left:3pt;margin-top:76pt;width:371.35pt;height:128.4pt;flip:x;z-index:251659264;mso-height-relative:margin" coordorigin=",-145" coordsize="47161,16312"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">
                <v:group id="Gruppieren 5" o:spid="_x0000_s1027" style="position:absolute;left:438;top:-145;width:42793;height:13486" coordorigin="1091,581" coordsize="47168,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9" o:spid="_x0000_s1028" type="#_x0000_t75" style="position:absolute;left:5825;top:8094;width:2750;height:2750;rotation:-1917127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">
                    <v:imagedata r:id="rId20" o:title=""/>
                  </v:shape>
                  <v:group id="Gruppieren 50" o:spid="_x0000_s1029" style="position:absolute;left:1091;top:581;width:47169;height:15665" coordorigin="1091,581" coordsize="47168,15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Grafik 47" o:spid="_x0000_s1030" type="#_x0000_t75" style="position:absolute;left:16675;top:4657;width:2749;height:2750;rotation:-1917127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">
                      <v:imagedata r:id="rId20" o:title=""/>
                    </v:shape>
                    <v:shape id="Grafik 48" o:spid="_x0000_s1031" type="#_x0000_t75" style="position:absolute;left:6578;top:750;width:2609;height:2750;rotation:-1917127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">
                      <v:imagedata r:id="rId20" o:title=""/>
                    </v:shape>
                    <v:group id="Gruppieren 46" o:spid="_x0000_s1032" style="position:absolute;left:1091;top:581;width:47169;height:15665" coordorigin="1091,160" coordsize="47173,15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uppieren 28" o:spid="_x0000_s1033" style="position:absolute;left:1232;top:7887;width:10276;height:7939" coordorigin="1232,-915" coordsize="10276,7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uppieren 21" o:spid="_x0000_s1034" style="position:absolute;left:1232;top:456;width:7061;height:6567" coordorigin="1604,593" coordsize="9195,8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Grafik 13" o:spid="_x0000_s1035" type="#_x0000_t75" alt="Dusche Silhouette" style="position:absolute;left:1604;top:1606;width:7539;height:75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">
                            <v:imagedata r:id="rId21" o:title="Dusche Silhouette"/>
                          </v:shape>
                          <v:shape id="Grafik 20" o:spid="_x0000_s1036" type="#_x0000_t75" alt="Thermometer mit einfarbiger Füllung" style="position:absolute;left:6720;top:593;width:4080;height:4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">
                            <v:imagedata r:id="rId22" o:title="Thermometer mit einfarbiger Füllung"/>
                          </v:shape>
                        </v:group>
                        <v:shape id="Grafik 24" o:spid="_x0000_s1037" type="#_x0000_t75" alt="Drahtlos mit einfarbiger Füllung" style="position:absolute;left:7628;top:-915;width:3880;height:3879;rotation:905232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">
                          <v:imagedata r:id="rId23" o:title="Drahtlos mit einfarbiger Füllung"/>
                        </v:shape>
                      </v:group>
                      <v:group id="Gruppieren 29" o:spid="_x0000_s1038" style="position:absolute;left:16240;top:4367;width:7435;height:9402" coordorigin="-353,793" coordsize="7434,9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uppieren 23" o:spid="_x0000_s1039" style="position:absolute;left:-353;top:2338;width:7433;height:7862" coordorigin="-3412,2338" coordsize="7434,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Grafik 12" o:spid="_x0000_s1040" type="#_x0000_t75" alt="Kinderbett Silhouette" style="position:absolute;left:-2864;top:3310;width:6885;height:6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">
                            <v:imagedata r:id="rId24" o:title="Kinderbett Silhouette"/>
                          </v:shape>
                          <v:shape id="Grafik 16" o:spid="_x0000_s1041" type="#_x0000_t75" alt="Thermometer mit einfarbiger Füllung" style="position:absolute;left:-3412;top:2338;width:3137;height:3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">
                            <v:imagedata r:id="rId22" o:title="Thermometer mit einfarbiger Füllung"/>
                          </v:shape>
                        </v:group>
                        <v:shape id="Grafik 25" o:spid="_x0000_s1042" type="#_x0000_t75" alt="Drahtlos mit einfarbiger Füllung" style="position:absolute;left:2183;top:793;width:3880;height:3880;rotation:870116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">
                          <v:imagedata r:id="rId23" o:title="Drahtlos mit einfarbiger Füllung"/>
                        </v:shape>
                      </v:group>
                      <v:group id="Gruppieren 31" o:spid="_x0000_s1043" style="position:absolute;left:1091;top:614;width:11248;height:8846" coordorigin="-1092,614" coordsize="11247,8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uppieren 19" o:spid="_x0000_s1044" style="position:absolute;left:-1092;top:1679;width:7924;height:7779" coordorigin="-1092,752" coordsize="7925,7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Grafik 8" o:spid="_x0000_s1045" type="#_x0000_t75" style="position:absolute;left:-1092;top:752;width:7779;height:77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">
                            <v:imagedata r:id="rId25" o:title=""/>
                          </v:shape>
                          <v:shape id="Grafik 18" o:spid="_x0000_s1046" type="#_x0000_t75" alt="Thermometer mit einfarbiger Füllung" style="position:absolute;left:3696;top:1091;width:3136;height:3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">
                            <v:imagedata r:id="rId22" o:title="Thermometer mit einfarbiger Füllung"/>
                          </v:shape>
                        </v:group>
                        <v:shape id="Grafik 26" o:spid="_x0000_s1047" type="#_x0000_t75" alt="Drahtlos mit einfarbiger Füllung" style="position:absolute;left:6275;top:614;width:3880;height:3880;rotation:874081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">
                          <v:imagedata r:id="rId23" o:title="Drahtlos mit einfarbiger Füllung"/>
                        </v:shape>
                      </v:group>
                      <v:group id="Gruppieren 30" o:spid="_x0000_s1048" style="position:absolute;left:35689;top:160;width:12576;height:11056" coordorigin="438,-461" coordsize="12576,1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Grafik 22" o:spid="_x0000_s1049" type="#_x0000_t75" style="position:absolute;left:1959;top:-461;width:11055;height:11054;rotation:-1932959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">
                          <v:imagedata r:id="rId26" o:title=""/>
                        </v:shape>
                        <v:shape id="Grafik 27" o:spid="_x0000_s1050" type="#_x0000_t75" alt="Drahtlos mit einfarbiger Füllung" style="position:absolute;left:438;top:5518;width:3880;height:3880;rotation:-291601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">
                          <v:imagedata r:id="rId23" o:title="Drahtlos mit einfarbiger Füllung"/>
                        </v:shape>
                      </v:group>
                    </v:group>
                  </v:group>
                </v:group>
                <v:shapetype id="_x0000_t202" coordsize="21600,21600" o:spt="202" path="m,l,21600r21600,l21600,xe">
                  <v:stroke joinstyle="miter"/>
                  <v:path gradientshapeok="t" o:connecttype="rect"/>
                </v:shapetype>
                <v:shape id="_x0000_s1051" type="#_x0000_t202" style="position:absolute;top:13500;width:47161;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" stroked="f">
                  <v:textbox style="mso-fit-shape-to-text:t" inset="0,0,0,0">
                    <w:txbxContent>
                      <w:p w14:paraId="4880F0CE" w14:textId="6249774D" w:rsidR="00E844B4" w:rsidRPr="00E87A56" w:rsidRDefault="00E844B4" w:rsidP="00E844B4">
                        <w:pPr>
                          <w:pStyle w:val="UnterschriftINFSII"/>
                          <w:rPr>
                            <w:noProof/>
                          </w:rPr>
                        </w:pPr>
                        <w:r>
                          <w:t xml:space="preserve">Abbildung </w:t>
                        </w:r>
                        <w:r>
                          <w:fldChar w:fldCharType="begin"/>
                        </w:r>
                        <w:r>
                          <w:instrText xml:space="preserve"> SEQ Abbildung \* ARABIC </w:instrText>
                        </w:r>
                        <w:r>
                          <w:fldChar w:fldCharType="separate"/>
                        </w:r>
                        <w:r w:rsidR="00ED06DC">
                          <w:rPr>
                            <w:noProof/>
                          </w:rPr>
                          <w:t>1</w:t>
                        </w:r>
                        <w:r>
                          <w:rPr>
                            <w:noProof/>
                          </w:rPr>
                          <w:fldChar w:fldCharType="end"/>
                        </w:r>
                        <w:r>
                          <w:t>: Temperaturabfrage von verschiedenen Orten</w:t>
                        </w:r>
                      </w:p>
                    </w:txbxContent>
                  </v:textbox>
                </v:shape>
                <w10:wrap type="topAndBottom"/>
              </v:group>
            </w:pict>
          </mc:Fallback>
        </mc:AlternateContent>
      </w:r>
      <w:r>
        <w:rPr>
          <w:noProof/>
        </w:rPr>
        <mc:AlternateContent>
          <mc:Choice Requires="wps">
            <w:drawing>
              <wp:anchor distT="0" distB="0" distL="114300" distR="114300" simplePos="0" relativeHeight="251670528" behindDoc="0" locked="0" layoutInCell="1" allowOverlap="1" wp14:anchorId="42945AC4" wp14:editId="2DF69B03">
                <wp:simplePos x="0" y="0"/>
                <wp:positionH relativeFrom="column">
                  <wp:posOffset>3129279</wp:posOffset>
                </wp:positionH>
                <wp:positionV relativeFrom="paragraph">
                  <wp:posOffset>1095375</wp:posOffset>
                </wp:positionV>
                <wp:extent cx="45719" cy="190500"/>
                <wp:effectExtent l="38100" t="0" r="50165" b="57150"/>
                <wp:wrapNone/>
                <wp:docPr id="1701130590" name="Gerade Verbindung mit Pfeil 4"/>
                <wp:cNvGraphicFramePr/>
                <a:graphic xmlns:a="http://schemas.openxmlformats.org/drawingml/2006/main">
                  <a:graphicData uri="http://schemas.microsoft.com/office/word/2010/wordprocessingShape">
                    <wps:wsp>
                      <wps:cNvCnPr/>
                      <wps:spPr>
                        <a:xfrm>
                          <a:off x="0" y="0"/>
                          <a:ext cx="45719" cy="190500"/>
                        </a:xfrm>
                        <a:prstGeom prst="straightConnector1">
                          <a:avLst/>
                        </a:prstGeom>
                        <a:ln>
                          <a:solidFill>
                            <a:schemeClr val="accent1"/>
                          </a:solidFill>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A71F30" id="_x0000_t32" coordsize="21600,21600" o:spt="32" o:oned="t" path="m,l21600,21600e" filled="f">
                <v:path arrowok="t" fillok="f" o:connecttype="none"/>
                <o:lock v:ext="edit" shapetype="t"/>
              </v:shapetype>
              <v:shape id="Gerade Verbindung mit Pfeil 4" o:spid="_x0000_s1026" type="#_x0000_t32" style="position:absolute;margin-left:246.4pt;margin-top:86.25pt;width:3.6pt;height: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" strokecolor="#4472c4 [3204]" strokeweight=".5pt">
                <v:stroke endarrow="block" joinstyle="miter"/>
              </v:shape>
            </w:pict>
          </mc:Fallback>
        </mc:AlternateContent>
      </w:r>
      <w:r>
        <w:rPr>
          <w:noProof/>
        </w:rPr>
        <mc:AlternateContent>
          <mc:Choice Requires="wps">
            <w:drawing>
              <wp:anchor distT="0" distB="0" distL="114300" distR="114300" simplePos="0" relativeHeight="251669504" behindDoc="0" locked="0" layoutInCell="1" allowOverlap="1" wp14:anchorId="2F6EE630" wp14:editId="68A595C8">
                <wp:simplePos x="0" y="0"/>
                <wp:positionH relativeFrom="column">
                  <wp:posOffset>3411855</wp:posOffset>
                </wp:positionH>
                <wp:positionV relativeFrom="paragraph">
                  <wp:posOffset>1095376</wp:posOffset>
                </wp:positionV>
                <wp:extent cx="469900" cy="461530"/>
                <wp:effectExtent l="0" t="0" r="82550" b="53340"/>
                <wp:wrapNone/>
                <wp:docPr id="322932595" name="Gerade Verbindung mit Pfeil 3"/>
                <wp:cNvGraphicFramePr/>
                <a:graphic xmlns:a="http://schemas.openxmlformats.org/drawingml/2006/main">
                  <a:graphicData uri="http://schemas.microsoft.com/office/word/2010/wordprocessingShape">
                    <wps:wsp>
                      <wps:cNvCnPr/>
                      <wps:spPr>
                        <a:xfrm>
                          <a:off x="0" y="0"/>
                          <a:ext cx="469900" cy="461530"/>
                        </a:xfrm>
                        <a:prstGeom prst="straightConnector1">
                          <a:avLst/>
                        </a:prstGeom>
                        <a:ln>
                          <a:solidFill>
                            <a:schemeClr val="accent1"/>
                          </a:solidFill>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0DE39C" id="Gerade Verbindung mit Pfeil 3" o:spid="_x0000_s1026" type="#_x0000_t32" style="position:absolute;margin-left:268.65pt;margin-top:86.25pt;width:37pt;height:3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" strokecolor="#4472c4 [3204]" strokeweight=".5pt">
                <v:stroke endarrow="block" joinstyle="miter"/>
              </v:shape>
            </w:pict>
          </mc:Fallback>
        </mc:AlternateContent>
      </w:r>
      <w:r>
        <w:rPr>
          <w:noProof/>
        </w:rPr>
        <mc:AlternateContent>
          <mc:Choice Requires="wps">
            <w:drawing>
              <wp:anchor distT="0" distB="0" distL="114300" distR="114300" simplePos="0" relativeHeight="251668480" behindDoc="0" locked="0" layoutInCell="1" allowOverlap="1" wp14:anchorId="222FD27C" wp14:editId="337015BD">
                <wp:simplePos x="0" y="0"/>
                <wp:positionH relativeFrom="column">
                  <wp:posOffset>3510279</wp:posOffset>
                </wp:positionH>
                <wp:positionV relativeFrom="paragraph">
                  <wp:posOffset>895350</wp:posOffset>
                </wp:positionV>
                <wp:extent cx="447675" cy="85725"/>
                <wp:effectExtent l="0" t="0" r="66675" b="85725"/>
                <wp:wrapNone/>
                <wp:docPr id="839245202" name="Gerade Verbindung mit Pfeil 2"/>
                <wp:cNvGraphicFramePr/>
                <a:graphic xmlns:a="http://schemas.openxmlformats.org/drawingml/2006/main">
                  <a:graphicData uri="http://schemas.microsoft.com/office/word/2010/wordprocessingShape">
                    <wps:wsp>
                      <wps:cNvCnPr/>
                      <wps:spPr>
                        <a:xfrm>
                          <a:off x="0" y="0"/>
                          <a:ext cx="447675" cy="85725"/>
                        </a:xfrm>
                        <a:prstGeom prst="straightConnector1">
                          <a:avLst/>
                        </a:prstGeom>
                        <a:ln>
                          <a:solidFill>
                            <a:schemeClr val="accent1"/>
                          </a:solidFill>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D04EA1" id="Gerade Verbindung mit Pfeil 2" o:spid="_x0000_s1026" type="#_x0000_t32" style="position:absolute;margin-left:276.4pt;margin-top:70.5pt;width:35.25pt;height: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" strokecolor="#4472c4 [3204]" strokeweight=".5pt">
                <v:stroke endarrow="block" joinstyle="miter"/>
              </v:shape>
            </w:pict>
          </mc:Fallback>
        </mc:AlternateContent>
      </w:r>
      <w:r>
        <w:rPr>
          <w:noProof/>
        </w:rPr>
        <mc:AlternateContent>
          <mc:Choice Requires="wps">
            <w:drawing>
              <wp:anchor distT="0" distB="0" distL="114300" distR="114300" simplePos="0" relativeHeight="251667456" behindDoc="0" locked="0" layoutInCell="1" allowOverlap="1" wp14:anchorId="717E456A" wp14:editId="6DFEC5B4">
                <wp:simplePos x="0" y="0"/>
                <wp:positionH relativeFrom="margin">
                  <wp:posOffset>2614930</wp:posOffset>
                </wp:positionH>
                <wp:positionV relativeFrom="paragraph">
                  <wp:posOffset>823615</wp:posOffset>
                </wp:positionV>
                <wp:extent cx="892349" cy="247650"/>
                <wp:effectExtent l="0" t="0" r="22225" b="19050"/>
                <wp:wrapNone/>
                <wp:docPr id="1695066954" name="Textfeld 1"/>
                <wp:cNvGraphicFramePr/>
                <a:graphic xmlns:a="http://schemas.openxmlformats.org/drawingml/2006/main">
                  <a:graphicData uri="http://schemas.microsoft.com/office/word/2010/wordprocessingShape">
                    <wps:wsp>
                      <wps:cNvSpPr txBox="1"/>
                      <wps:spPr>
                        <a:xfrm>
                          <a:off x="0" y="0"/>
                          <a:ext cx="892349" cy="24765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25074F0F" w14:textId="77777777" w:rsidR="00E844B4" w:rsidRPr="00B52D74" w:rsidRDefault="00E844B4" w:rsidP="00E844B4">
                            <w:pPr>
                              <w:jc w:val="center"/>
                              <w:rPr>
                                <w:sz w:val="20"/>
                                <w:szCs w:val="20"/>
                              </w:rPr>
                            </w:pPr>
                            <w:r>
                              <w:rPr>
                                <w:sz w:val="20"/>
                                <w:szCs w:val="20"/>
                              </w:rPr>
                              <w:t>Messstationen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E456A" id="Textfeld 1" o:spid="_x0000_s1052" type="#_x0000_t202" style="position:absolute;margin-left:205.9pt;margin-top:64.85pt;width:70.25pt;height:1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" fillcolor="white [3201]" strokecolor="#4472c4 [3204]" strokeweight="1pt">
                <v:textbox inset="1mm,1mm,1mm,1mm">
                  <w:txbxContent>
                    <w:p w14:paraId="25074F0F" w14:textId="77777777" w:rsidR="00E844B4" w:rsidRPr="00B52D74" w:rsidRDefault="00E844B4" w:rsidP="00E844B4">
                      <w:pPr>
                        <w:jc w:val="center"/>
                        <w:rPr>
                          <w:sz w:val="20"/>
                          <w:szCs w:val="20"/>
                        </w:rPr>
                      </w:pPr>
                      <w:r>
                        <w:rPr>
                          <w:sz w:val="20"/>
                          <w:szCs w:val="20"/>
                        </w:rPr>
                        <w:t>Messstationen</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0A64CB9D" wp14:editId="61F3869F">
                <wp:simplePos x="0" y="0"/>
                <wp:positionH relativeFrom="margin">
                  <wp:posOffset>187915</wp:posOffset>
                </wp:positionH>
                <wp:positionV relativeFrom="paragraph">
                  <wp:posOffset>1943100</wp:posOffset>
                </wp:positionV>
                <wp:extent cx="1485900" cy="247650"/>
                <wp:effectExtent l="0" t="0" r="19050" b="19050"/>
                <wp:wrapNone/>
                <wp:docPr id="1518057216" name="Textfeld 1"/>
                <wp:cNvGraphicFramePr/>
                <a:graphic xmlns:a="http://schemas.openxmlformats.org/drawingml/2006/main">
                  <a:graphicData uri="http://schemas.microsoft.com/office/word/2010/wordprocessingShape">
                    <wps:wsp>
                      <wps:cNvSpPr txBox="1"/>
                      <wps:spPr>
                        <a:xfrm>
                          <a:off x="0" y="0"/>
                          <a:ext cx="1485900" cy="24765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110D419A" w14:textId="77777777" w:rsidR="00E844B4" w:rsidRPr="00B52D74" w:rsidRDefault="00E844B4" w:rsidP="00E844B4">
                            <w:pPr>
                              <w:jc w:val="center"/>
                              <w:rPr>
                                <w:sz w:val="20"/>
                                <w:szCs w:val="20"/>
                              </w:rPr>
                            </w:pPr>
                            <w:r w:rsidRPr="00B52D74">
                              <w:rPr>
                                <w:sz w:val="20"/>
                                <w:szCs w:val="20"/>
                              </w:rPr>
                              <w:t>zentraler Abfrage-</w:t>
                            </w:r>
                            <w:proofErr w:type="spellStart"/>
                            <w:r w:rsidRPr="00B52D74">
                              <w:rPr>
                                <w:sz w:val="20"/>
                                <w:szCs w:val="20"/>
                              </w:rPr>
                              <w:t>Call</w:t>
                            </w:r>
                            <w:r>
                              <w:rPr>
                                <w:sz w:val="20"/>
                                <w:szCs w:val="20"/>
                              </w:rPr>
                              <w:t>i</w:t>
                            </w:r>
                            <w:r w:rsidRPr="00B52D74">
                              <w:rPr>
                                <w:sz w:val="20"/>
                                <w:szCs w:val="20"/>
                              </w:rPr>
                              <w:t>ope</w:t>
                            </w:r>
                            <w:proofErr w:type="spellEnd"/>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4CB9D" id="_x0000_s1053" type="#_x0000_t202" style="position:absolute;margin-left:14.8pt;margin-top:153pt;width:117pt;height:1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" fillcolor="white [3201]" strokecolor="#4472c4 [3204]" strokeweight="1pt">
                <v:textbox inset="1mm,1mm,1mm,1mm">
                  <w:txbxContent>
                    <w:p w14:paraId="110D419A" w14:textId="77777777" w:rsidR="00E844B4" w:rsidRPr="00B52D74" w:rsidRDefault="00E844B4" w:rsidP="00E844B4">
                      <w:pPr>
                        <w:jc w:val="center"/>
                        <w:rPr>
                          <w:sz w:val="20"/>
                          <w:szCs w:val="20"/>
                        </w:rPr>
                      </w:pPr>
                      <w:r w:rsidRPr="00B52D74">
                        <w:rPr>
                          <w:sz w:val="20"/>
                          <w:szCs w:val="20"/>
                        </w:rPr>
                        <w:t>zentraler Abfrage-</w:t>
                      </w:r>
                      <w:proofErr w:type="spellStart"/>
                      <w:r w:rsidRPr="00B52D74">
                        <w:rPr>
                          <w:sz w:val="20"/>
                          <w:szCs w:val="20"/>
                        </w:rPr>
                        <w:t>Call</w:t>
                      </w:r>
                      <w:r>
                        <w:rPr>
                          <w:sz w:val="20"/>
                          <w:szCs w:val="20"/>
                        </w:rPr>
                        <w:t>i</w:t>
                      </w:r>
                      <w:r w:rsidRPr="00B52D74">
                        <w:rPr>
                          <w:sz w:val="20"/>
                          <w:szCs w:val="20"/>
                        </w:rPr>
                        <w:t>ope</w:t>
                      </w:r>
                      <w:proofErr w:type="spellEnd"/>
                    </w:p>
                  </w:txbxContent>
                </v:textbox>
                <w10:wrap anchorx="margin"/>
              </v:shape>
            </w:pict>
          </mc:Fallback>
        </mc:AlternateContent>
      </w:r>
      <w:r>
        <w:t xml:space="preserve">Im Folgenden soll die Kommunikation der Zentrale mit den verschiedenen Messstationen mithilfe mehrerer </w:t>
      </w:r>
      <w:proofErr w:type="spellStart"/>
      <w:r>
        <w:t>Calliopes</w:t>
      </w:r>
      <w:proofErr w:type="spellEnd"/>
      <w:r>
        <w:t xml:space="preserve"> simuliert werden. Ein zentraler Abfrage-</w:t>
      </w:r>
      <w:proofErr w:type="spellStart"/>
      <w:r>
        <w:t>Calliope</w:t>
      </w:r>
      <w:proofErr w:type="spellEnd"/>
      <w:r>
        <w:t xml:space="preserve"> soll dazu die Temperatur von verschiedenen anderen </w:t>
      </w:r>
      <w:proofErr w:type="spellStart"/>
      <w:r>
        <w:t>Calliopes</w:t>
      </w:r>
      <w:proofErr w:type="spellEnd"/>
      <w:r>
        <w:t xml:space="preserve"> abfragen, die z. B. in unterschiedlichen Zimmern eines Hauses verteilt sind (s. Abbildung 1).</w:t>
      </w:r>
    </w:p>
    <w:p w14:paraId="36299006" w14:textId="77777777" w:rsidR="00E844B4" w:rsidRDefault="00E844B4" w:rsidP="00E844B4">
      <w:r>
        <w:rPr>
          <w:noProof/>
        </w:rPr>
        <mc:AlternateContent>
          <mc:Choice Requires="wps">
            <w:drawing>
              <wp:anchor distT="0" distB="0" distL="114300" distR="114300" simplePos="0" relativeHeight="251663360" behindDoc="0" locked="0" layoutInCell="1" allowOverlap="1" wp14:anchorId="61D931E3" wp14:editId="645BBAD0">
                <wp:simplePos x="0" y="0"/>
                <wp:positionH relativeFrom="column">
                  <wp:posOffset>4615815</wp:posOffset>
                </wp:positionH>
                <wp:positionV relativeFrom="paragraph">
                  <wp:posOffset>3089910</wp:posOffset>
                </wp:positionV>
                <wp:extent cx="1143000" cy="635"/>
                <wp:effectExtent l="0" t="0" r="0" b="0"/>
                <wp:wrapSquare wrapText="bothSides"/>
                <wp:docPr id="38413851" name="Textfeld 1"/>
                <wp:cNvGraphicFramePr/>
                <a:graphic xmlns:a="http://schemas.openxmlformats.org/drawingml/2006/main">
                  <a:graphicData uri="http://schemas.microsoft.com/office/word/2010/wordprocessingShape">
                    <wps:wsp>
                      <wps:cNvSpPr txBox="1"/>
                      <wps:spPr>
                        <a:xfrm>
                          <a:off x="0" y="0"/>
                          <a:ext cx="1143000" cy="635"/>
                        </a:xfrm>
                        <a:prstGeom prst="rect">
                          <a:avLst/>
                        </a:prstGeom>
                        <a:solidFill>
                          <a:prstClr val="white"/>
                        </a:solidFill>
                        <a:ln>
                          <a:noFill/>
                        </a:ln>
                      </wps:spPr>
                      <wps:txbx>
                        <w:txbxContent>
                          <w:p w14:paraId="70452956" w14:textId="4D6EDF78" w:rsidR="00E844B4" w:rsidRPr="00F14C10" w:rsidRDefault="00E844B4" w:rsidP="00E844B4">
                            <w:pPr>
                              <w:pStyle w:val="UnterschriftINFSII"/>
                            </w:pPr>
                            <w:r>
                              <w:t xml:space="preserve">Abbildung </w:t>
                            </w:r>
                            <w:r>
                              <w:fldChar w:fldCharType="begin"/>
                            </w:r>
                            <w:r>
                              <w:instrText xml:space="preserve"> SEQ Abbildung \* ARABIC </w:instrText>
                            </w:r>
                            <w:r>
                              <w:fldChar w:fldCharType="separate"/>
                            </w:r>
                            <w:r w:rsidR="00ED06DC">
                              <w:rPr>
                                <w:noProof/>
                              </w:rPr>
                              <w:t>2</w:t>
                            </w:r>
                            <w:r>
                              <w:rPr>
                                <w:noProof/>
                              </w:rPr>
                              <w:fldChar w:fldCharType="end"/>
                            </w:r>
                            <w:r>
                              <w:t xml:space="preserve">: Erweiterung </w:t>
                            </w:r>
                            <w:proofErr w:type="spellStart"/>
                            <w:r>
                              <w:t>radio</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1D931E3" id="_x0000_s1054" type="#_x0000_t202" style="position:absolute;margin-left:363.45pt;margin-top:243.3pt;width:90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" stroked="f">
                <v:textbox style="mso-fit-shape-to-text:t" inset="0,0,0,0">
                  <w:txbxContent>
                    <w:p w14:paraId="70452956" w14:textId="4D6EDF78" w:rsidR="00E844B4" w:rsidRPr="00F14C10" w:rsidRDefault="00E844B4" w:rsidP="00E844B4">
                      <w:pPr>
                        <w:pStyle w:val="UnterschriftINFSII"/>
                      </w:pPr>
                      <w:r>
                        <w:t xml:space="preserve">Abbildung </w:t>
                      </w:r>
                      <w:r>
                        <w:fldChar w:fldCharType="begin"/>
                      </w:r>
                      <w:r>
                        <w:instrText xml:space="preserve"> SEQ Abbildung \* ARABIC </w:instrText>
                      </w:r>
                      <w:r>
                        <w:fldChar w:fldCharType="separate"/>
                      </w:r>
                      <w:r w:rsidR="00ED06DC">
                        <w:rPr>
                          <w:noProof/>
                        </w:rPr>
                        <w:t>2</w:t>
                      </w:r>
                      <w:r>
                        <w:rPr>
                          <w:noProof/>
                        </w:rPr>
                        <w:fldChar w:fldCharType="end"/>
                      </w:r>
                      <w:r>
                        <w:t xml:space="preserve">: Erweiterung </w:t>
                      </w:r>
                      <w:proofErr w:type="spellStart"/>
                      <w:r>
                        <w:t>radio</w:t>
                      </w:r>
                      <w:proofErr w:type="spellEnd"/>
                    </w:p>
                  </w:txbxContent>
                </v:textbox>
                <w10:wrap type="square"/>
              </v:shape>
            </w:pict>
          </mc:Fallback>
        </mc:AlternateContent>
      </w:r>
      <w:r w:rsidRPr="00A57A11">
        <w:rPr>
          <w:noProof/>
        </w:rPr>
        <w:drawing>
          <wp:anchor distT="0" distB="0" distL="114300" distR="114300" simplePos="0" relativeHeight="251662336" behindDoc="0" locked="0" layoutInCell="1" allowOverlap="1" wp14:anchorId="2E1AA63D" wp14:editId="4F68427C">
            <wp:simplePos x="0" y="0"/>
            <wp:positionH relativeFrom="margin">
              <wp:posOffset>4615815</wp:posOffset>
            </wp:positionH>
            <wp:positionV relativeFrom="paragraph">
              <wp:posOffset>1782445</wp:posOffset>
            </wp:positionV>
            <wp:extent cx="1143000" cy="1250315"/>
            <wp:effectExtent l="0" t="0" r="0" b="6985"/>
            <wp:wrapSquare wrapText="bothSides"/>
            <wp:docPr id="1089446759" name="Grafik 1"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446759" name="Grafik 1" descr="Ein Bild, das Text, Screenshot, Schrift, Logo enthält.&#10;&#10;Automatisch generierte Beschreibu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43000" cy="1250315"/>
                    </a:xfrm>
                    <a:prstGeom prst="rect">
                      <a:avLst/>
                    </a:prstGeom>
                  </pic:spPr>
                </pic:pic>
              </a:graphicData>
            </a:graphic>
            <wp14:sizeRelH relativeFrom="margin">
              <wp14:pctWidth>0</wp14:pctWidth>
            </wp14:sizeRelH>
            <wp14:sizeRelV relativeFrom="margin">
              <wp14:pctHeight>0</wp14:pctHeight>
            </wp14:sizeRelV>
          </wp:anchor>
        </w:drawing>
      </w:r>
      <w:proofErr w:type="spellStart"/>
      <w:r>
        <w:t>Calliopes</w:t>
      </w:r>
      <w:proofErr w:type="spellEnd"/>
      <w:r>
        <w:t xml:space="preserve"> verfügen über ein Funkmodul, mit dem sie Nachrichten an andere </w:t>
      </w:r>
      <w:proofErr w:type="spellStart"/>
      <w:r>
        <w:t>Calliopes</w:t>
      </w:r>
      <w:proofErr w:type="spellEnd"/>
      <w:r>
        <w:t xml:space="preserve"> senden und auch Nachrichten empfangen können. Über die Erweiterung </w:t>
      </w:r>
      <w:proofErr w:type="spellStart"/>
      <w:r w:rsidRPr="00BA3BEB">
        <w:rPr>
          <w:i/>
          <w:iCs/>
        </w:rPr>
        <w:t>radio</w:t>
      </w:r>
      <w:proofErr w:type="spellEnd"/>
      <w:r>
        <w:t xml:space="preserve"> (s. Abbildung 2) können entsprechende Blöcke für die Programmierung in die Programmierumgebung </w:t>
      </w:r>
      <w:proofErr w:type="spellStart"/>
      <w:r>
        <w:t>MakeCode</w:t>
      </w:r>
      <w:proofErr w:type="spellEnd"/>
      <w:r>
        <w:t xml:space="preserve"> geladen werden.</w:t>
      </w:r>
      <w:r w:rsidRPr="00A57A11">
        <w:rPr>
          <w:noProof/>
        </w:rPr>
        <w:t xml:space="preserve"> </w:t>
      </w:r>
    </w:p>
    <w:p w14:paraId="7387005B" w14:textId="77777777" w:rsidR="00E844B4" w:rsidRDefault="00E844B4" w:rsidP="00E844B4"/>
    <w:p w14:paraId="1D259C85" w14:textId="77777777" w:rsidR="00E844B4" w:rsidRDefault="00E844B4" w:rsidP="00E844B4"/>
    <w:p w14:paraId="46F25EBA" w14:textId="77777777" w:rsidR="00E844B4" w:rsidRDefault="00E844B4" w:rsidP="00E844B4"/>
    <w:p w14:paraId="5B28D930" w14:textId="77777777" w:rsidR="00E844B4" w:rsidRDefault="00E844B4" w:rsidP="00E844B4"/>
    <w:p w14:paraId="4920FB8D" w14:textId="77777777" w:rsidR="00E844B4" w:rsidRDefault="00E844B4" w:rsidP="00E844B4">
      <w:r>
        <w:rPr>
          <w:b/>
          <w:bCs/>
          <w:noProof/>
        </w:rPr>
        <w:drawing>
          <wp:anchor distT="0" distB="0" distL="114300" distR="114300" simplePos="0" relativeHeight="251661312" behindDoc="0" locked="0" layoutInCell="1" allowOverlap="1" wp14:anchorId="6DCB5E18" wp14:editId="613C3996">
            <wp:simplePos x="0" y="0"/>
            <wp:positionH relativeFrom="margin">
              <wp:posOffset>-372745</wp:posOffset>
            </wp:positionH>
            <wp:positionV relativeFrom="paragraph">
              <wp:posOffset>795296</wp:posOffset>
            </wp:positionV>
            <wp:extent cx="233680" cy="233680"/>
            <wp:effectExtent l="0" t="0" r="0" b="0"/>
            <wp:wrapSquare wrapText="bothSides"/>
            <wp:docPr id="176916062" name="Grafik 176916062"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t xml:space="preserve">Abbildung 3 zeigt zunächst Programme für zwei </w:t>
      </w:r>
      <w:proofErr w:type="spellStart"/>
      <w:r>
        <w:t>Calliopes</w:t>
      </w:r>
      <w:proofErr w:type="spellEnd"/>
      <w:r>
        <w:t xml:space="preserve">, die miteinander kommunizieren. Das rechte Skript kann auf einen </w:t>
      </w:r>
      <w:proofErr w:type="spellStart"/>
      <w:r>
        <w:t>Calliope</w:t>
      </w:r>
      <w:proofErr w:type="spellEnd"/>
      <w:r>
        <w:t>, der als Messstation in einem Zimmer arbeiten soll, geladen werden. Das linke Skript wird auf den zentralen Auswertungs-</w:t>
      </w:r>
      <w:proofErr w:type="spellStart"/>
      <w:r>
        <w:t>Calliope</w:t>
      </w:r>
      <w:proofErr w:type="spellEnd"/>
      <w:r>
        <w:t xml:space="preserve"> geladen, der die Temperatur</w:t>
      </w:r>
      <w:r>
        <w:softHyphen/>
        <w:t xml:space="preserve">daten abfragen soll. </w:t>
      </w:r>
    </w:p>
    <w:p w14:paraId="115F2665" w14:textId="77777777" w:rsidR="00E844B4" w:rsidRDefault="00E844B4" w:rsidP="00E844B4">
      <w:pPr>
        <w:spacing w:after="0" w:line="259" w:lineRule="auto"/>
      </w:pPr>
      <w:r w:rsidRPr="001D7D82">
        <w:rPr>
          <w:b/>
          <w:bCs/>
        </w:rPr>
        <w:t>Aufgabe 1</w:t>
      </w:r>
      <w:r>
        <w:t>:</w:t>
      </w:r>
    </w:p>
    <w:p w14:paraId="0A509FD3" w14:textId="5916E75B" w:rsidR="00E844B4" w:rsidRPr="009143B5" w:rsidRDefault="00E844B4" w:rsidP="00E844B4">
      <w:pPr>
        <w:pStyle w:val="Listenabsatz"/>
        <w:numPr>
          <w:ilvl w:val="0"/>
          <w:numId w:val="28"/>
        </w:numPr>
        <w:spacing w:after="160" w:line="259" w:lineRule="auto"/>
        <w:rPr>
          <w:b/>
          <w:bCs/>
        </w:rPr>
      </w:pPr>
      <w:r>
        <w:t>Teil</w:t>
      </w:r>
      <w:r>
        <w:t>en Sie Ihre</w:t>
      </w:r>
      <w:r>
        <w:t xml:space="preserve"> Gruppe in zwei Teams auf. Jedes Team öffnet eines der Skripte aus Abbildung 3 im </w:t>
      </w:r>
      <w:proofErr w:type="spellStart"/>
      <w:r>
        <w:t>MakeCode</w:t>
      </w:r>
      <w:proofErr w:type="spellEnd"/>
      <w:r>
        <w:t>-Editor. Trag</w:t>
      </w:r>
      <w:r>
        <w:t>en Sie</w:t>
      </w:r>
      <w:r>
        <w:t xml:space="preserve"> in den Block „setze Funkgruppe auf“ jeweils die Nummer </w:t>
      </w:r>
      <w:r>
        <w:t>Ihrer</w:t>
      </w:r>
      <w:r>
        <w:t xml:space="preserve"> Gruppe ein. Jedes Team lädt sein Skript aus Abbildung 3 auf jeweils einen </w:t>
      </w:r>
      <w:proofErr w:type="spellStart"/>
      <w:r>
        <w:t>Calliope</w:t>
      </w:r>
      <w:proofErr w:type="spellEnd"/>
      <w:r>
        <w:t>.</w:t>
      </w:r>
    </w:p>
    <w:p w14:paraId="52101ECB" w14:textId="29F0E798" w:rsidR="00E844B4" w:rsidRPr="009143B5" w:rsidRDefault="00E844B4" w:rsidP="00E844B4">
      <w:pPr>
        <w:pStyle w:val="Listenabsatz"/>
        <w:numPr>
          <w:ilvl w:val="0"/>
          <w:numId w:val="28"/>
        </w:numPr>
        <w:spacing w:after="160" w:line="259" w:lineRule="auto"/>
        <w:rPr>
          <w:b/>
          <w:bCs/>
        </w:rPr>
      </w:pPr>
      <w:r>
        <w:t>Probier</w:t>
      </w:r>
      <w:r>
        <w:t>en Sie</w:t>
      </w:r>
      <w:r>
        <w:t xml:space="preserve"> die Skripte auf den </w:t>
      </w:r>
      <w:proofErr w:type="spellStart"/>
      <w:r>
        <w:t>Calliopes</w:t>
      </w:r>
      <w:proofErr w:type="spellEnd"/>
      <w:r>
        <w:t xml:space="preserve"> gemeinsam in der Gruppe aus. Erläuter</w:t>
      </w:r>
      <w:r>
        <w:t xml:space="preserve">n Sie sich </w:t>
      </w:r>
      <w:r>
        <w:t xml:space="preserve">den Aufbau der Skripte gegenseitig. Wie läuft die Kommunikation zwischen den beiden </w:t>
      </w:r>
      <w:proofErr w:type="spellStart"/>
      <w:r>
        <w:t>Calliopes</w:t>
      </w:r>
      <w:proofErr w:type="spellEnd"/>
      <w:r>
        <w:t xml:space="preserve"> ab?</w:t>
      </w:r>
      <w:r w:rsidRPr="009143B5">
        <w:rPr>
          <w:b/>
          <w:bCs/>
        </w:rPr>
        <w:br w:type="page"/>
      </w:r>
    </w:p>
    <w:p w14:paraId="4F7A33FA" w14:textId="77777777" w:rsidR="00E844B4" w:rsidRDefault="00E844B4" w:rsidP="00E844B4">
      <w:r>
        <w:rPr>
          <w:noProof/>
        </w:rPr>
        <w:lastRenderedPageBreak/>
        <mc:AlternateContent>
          <mc:Choice Requires="wpg">
            <w:drawing>
              <wp:anchor distT="0" distB="0" distL="114300" distR="114300" simplePos="0" relativeHeight="251665408" behindDoc="0" locked="0" layoutInCell="1" allowOverlap="1" wp14:anchorId="5FBAEDFF" wp14:editId="19F17B80">
                <wp:simplePos x="0" y="0"/>
                <wp:positionH relativeFrom="column">
                  <wp:posOffset>-4445</wp:posOffset>
                </wp:positionH>
                <wp:positionV relativeFrom="paragraph">
                  <wp:posOffset>2540</wp:posOffset>
                </wp:positionV>
                <wp:extent cx="5931535" cy="3453765"/>
                <wp:effectExtent l="0" t="0" r="0" b="0"/>
                <wp:wrapTopAndBottom/>
                <wp:docPr id="1922323103" name="Gruppieren 2"/>
                <wp:cNvGraphicFramePr/>
                <a:graphic xmlns:a="http://schemas.openxmlformats.org/drawingml/2006/main">
                  <a:graphicData uri="http://schemas.microsoft.com/office/word/2010/wordprocessingGroup">
                    <wpg:wgp>
                      <wpg:cNvGrpSpPr/>
                      <wpg:grpSpPr>
                        <a:xfrm>
                          <a:off x="0" y="0"/>
                          <a:ext cx="5931535" cy="3453765"/>
                          <a:chOff x="-358" y="-1"/>
                          <a:chExt cx="5932559" cy="3454260"/>
                        </a:xfrm>
                      </wpg:grpSpPr>
                      <wps:wsp>
                        <wps:cNvPr id="217" name="Textfeld 2"/>
                        <wps:cNvSpPr txBox="1">
                          <a:spLocks noChangeArrowheads="1"/>
                        </wps:cNvSpPr>
                        <wps:spPr bwMode="auto">
                          <a:xfrm>
                            <a:off x="2571749" y="-1"/>
                            <a:ext cx="3146961" cy="3131708"/>
                          </a:xfrm>
                          <a:prstGeom prst="rect">
                            <a:avLst/>
                          </a:prstGeom>
                          <a:noFill/>
                          <a:ln w="12700">
                            <a:solidFill>
                              <a:schemeClr val="accent1"/>
                            </a:solidFill>
                            <a:miter lim="800000"/>
                            <a:headEnd/>
                            <a:tailEnd/>
                          </a:ln>
                        </wps:spPr>
                        <wps:txbx>
                          <w:txbxContent>
                            <w:p w14:paraId="179011C0" w14:textId="77777777" w:rsidR="00E844B4" w:rsidRPr="0058733D" w:rsidRDefault="00E844B4" w:rsidP="00E844B4">
                              <w:pPr>
                                <w:rPr>
                                  <w:u w:val="single"/>
                                </w:rPr>
                              </w:pPr>
                              <w:r w:rsidRPr="0058733D">
                                <w:rPr>
                                  <w:u w:val="single"/>
                                </w:rPr>
                                <w:t>Skript einer Messstation</w:t>
                              </w:r>
                              <w:r>
                                <w:rPr>
                                  <w:u w:val="single"/>
                                </w:rPr>
                                <w:t>:</w:t>
                              </w:r>
                            </w:p>
                          </w:txbxContent>
                        </wps:txbx>
                        <wps:bodyPr rot="0" vert="horz" wrap="square" lIns="36000" tIns="36000" rIns="36000" bIns="36000" anchor="t" anchorCtr="0">
                          <a:noAutofit/>
                        </wps:bodyPr>
                      </wps:wsp>
                      <wps:wsp>
                        <wps:cNvPr id="1395360189" name="Textfeld 2"/>
                        <wps:cNvSpPr txBox="1">
                          <a:spLocks noChangeArrowheads="1"/>
                        </wps:cNvSpPr>
                        <wps:spPr bwMode="auto">
                          <a:xfrm>
                            <a:off x="-1" y="0"/>
                            <a:ext cx="2543256" cy="3141472"/>
                          </a:xfrm>
                          <a:prstGeom prst="rect">
                            <a:avLst/>
                          </a:prstGeom>
                          <a:noFill/>
                          <a:ln w="12700">
                            <a:solidFill>
                              <a:schemeClr val="accent1"/>
                            </a:solidFill>
                            <a:miter lim="800000"/>
                            <a:headEnd/>
                            <a:tailEnd/>
                          </a:ln>
                        </wps:spPr>
                        <wps:txbx>
                          <w:txbxContent>
                            <w:p w14:paraId="2E9B5BAA" w14:textId="77777777" w:rsidR="00E844B4" w:rsidRPr="0058733D" w:rsidRDefault="00E844B4" w:rsidP="00E844B4">
                              <w:pPr>
                                <w:rPr>
                                  <w:u w:val="single"/>
                                </w:rPr>
                              </w:pPr>
                              <w:r w:rsidRPr="0058733D">
                                <w:rPr>
                                  <w:u w:val="single"/>
                                </w:rPr>
                                <w:t>Skript des zentrale</w:t>
                              </w:r>
                              <w:r>
                                <w:rPr>
                                  <w:u w:val="single"/>
                                </w:rPr>
                                <w:t>n</w:t>
                              </w:r>
                              <w:r w:rsidRPr="0058733D">
                                <w:rPr>
                                  <w:u w:val="single"/>
                                </w:rPr>
                                <w:t xml:space="preserve"> A</w:t>
                              </w:r>
                              <w:r>
                                <w:rPr>
                                  <w:u w:val="single"/>
                                </w:rPr>
                                <w:t>bfrage</w:t>
                              </w:r>
                              <w:r w:rsidRPr="0058733D">
                                <w:rPr>
                                  <w:u w:val="single"/>
                                </w:rPr>
                                <w:t>-</w:t>
                              </w:r>
                              <w:proofErr w:type="spellStart"/>
                              <w:r w:rsidRPr="0058733D">
                                <w:rPr>
                                  <w:u w:val="single"/>
                                </w:rPr>
                                <w:t>Calliope</w:t>
                              </w:r>
                              <w:r>
                                <w:rPr>
                                  <w:u w:val="single"/>
                                </w:rPr>
                                <w:t>s</w:t>
                              </w:r>
                              <w:proofErr w:type="spellEnd"/>
                              <w:r>
                                <w:rPr>
                                  <w:u w:val="single"/>
                                </w:rPr>
                                <w:t>:</w:t>
                              </w:r>
                            </w:p>
                          </w:txbxContent>
                        </wps:txbx>
                        <wps:bodyPr rot="0" vert="horz" wrap="square" lIns="36000" tIns="36000" rIns="36000" bIns="36000" anchor="t" anchorCtr="0">
                          <a:noAutofit/>
                        </wps:bodyPr>
                      </wps:wsp>
                      <wpg:grpSp>
                        <wpg:cNvPr id="33367553" name="Gruppieren 8"/>
                        <wpg:cNvGrpSpPr/>
                        <wpg:grpSpPr>
                          <a:xfrm>
                            <a:off x="-358" y="295755"/>
                            <a:ext cx="5932559" cy="3158504"/>
                            <a:chOff x="-28935" y="-57154"/>
                            <a:chExt cx="5932766" cy="3159740"/>
                          </a:xfrm>
                        </wpg:grpSpPr>
                        <wpg:grpSp>
                          <wpg:cNvPr id="2123678385" name="Gruppieren 4"/>
                          <wpg:cNvGrpSpPr/>
                          <wpg:grpSpPr>
                            <a:xfrm>
                              <a:off x="-28935" y="-57154"/>
                              <a:ext cx="5932766" cy="2856532"/>
                              <a:chOff x="-28935" y="-86414"/>
                              <a:chExt cx="5932766" cy="2856558"/>
                            </a:xfrm>
                          </wpg:grpSpPr>
                          <pic:pic xmlns:pic="http://schemas.openxmlformats.org/drawingml/2006/picture">
                            <pic:nvPicPr>
                              <pic:cNvPr id="751288762" name="Grafik 2"/>
                              <pic:cNvPicPr>
                                <a:picLocks noChangeAspect="1"/>
                              </pic:cNvPicPr>
                            </pic:nvPicPr>
                            <pic:blipFill rotWithShape="1">
                              <a:blip r:embed="rId30" cstate="print">
                                <a:extLst>
                                  <a:ext uri="{28A0092B-C50C-407E-A947-70E740481C1C}">
                                    <a14:useLocalDpi xmlns:a14="http://schemas.microsoft.com/office/drawing/2010/main" val="0"/>
                                  </a:ext>
                                </a:extLst>
                              </a:blip>
                              <a:srcRect l="-923" t="-1981" r="3" b="-2445"/>
                              <a:stretch/>
                            </pic:blipFill>
                            <pic:spPr bwMode="auto">
                              <a:xfrm>
                                <a:off x="2603924" y="-69446"/>
                                <a:ext cx="3299907" cy="2355279"/>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570178137" name="Grafik 3"/>
                              <pic:cNvPicPr>
                                <a:picLocks noChangeAspect="1"/>
                              </pic:cNvPicPr>
                            </pic:nvPicPr>
                            <pic:blipFill rotWithShape="1">
                              <a:blip r:embed="rId31" cstate="print">
                                <a:extLst>
                                  <a:ext uri="{28A0092B-C50C-407E-A947-70E740481C1C}">
                                    <a14:useLocalDpi xmlns:a14="http://schemas.microsoft.com/office/drawing/2010/main" val="0"/>
                                  </a:ext>
                                </a:extLst>
                              </a:blip>
                              <a:srcRect l="-1797" t="-1121" r="1015" b="-3314"/>
                              <a:stretch/>
                            </pic:blipFill>
                            <pic:spPr bwMode="auto">
                              <a:xfrm>
                                <a:off x="-28935" y="-86414"/>
                                <a:ext cx="2656297" cy="2856558"/>
                              </a:xfrm>
                              <a:prstGeom prst="rect">
                                <a:avLst/>
                              </a:prstGeom>
                              <a:noFill/>
                              <a:ln>
                                <a:noFill/>
                              </a:ln>
                              <a:extLst>
                                <a:ext uri="{53640926-AAD7-44D8-BBD7-CCE9431645EC}">
                                  <a14:shadowObscured xmlns:a14="http://schemas.microsoft.com/office/drawing/2010/main"/>
                                </a:ext>
                              </a:extLst>
                            </pic:spPr>
                          </pic:pic>
                        </wpg:grpSp>
                        <wps:wsp>
                          <wps:cNvPr id="1004135548" name="Textfeld 1"/>
                          <wps:cNvSpPr txBox="1"/>
                          <wps:spPr>
                            <a:xfrm>
                              <a:off x="-28577" y="2810486"/>
                              <a:ext cx="5668193" cy="292100"/>
                            </a:xfrm>
                            <a:prstGeom prst="rect">
                              <a:avLst/>
                            </a:prstGeom>
                            <a:solidFill>
                              <a:prstClr val="white"/>
                            </a:solidFill>
                            <a:ln>
                              <a:noFill/>
                            </a:ln>
                          </wps:spPr>
                          <wps:txbx>
                            <w:txbxContent>
                              <w:p w14:paraId="548BDBC8" w14:textId="37A3447B" w:rsidR="00E844B4" w:rsidRPr="00A84D17" w:rsidRDefault="00E844B4" w:rsidP="00E844B4">
                                <w:pPr>
                                  <w:pStyle w:val="UnterschriftINFSII"/>
                                  <w:rPr>
                                    <w:noProof/>
                                  </w:rPr>
                                </w:pPr>
                                <w:r>
                                  <w:t xml:space="preserve">Abbildung </w:t>
                                </w:r>
                                <w:r>
                                  <w:fldChar w:fldCharType="begin"/>
                                </w:r>
                                <w:r>
                                  <w:instrText xml:space="preserve"> SEQ Abbildung \* ARABIC </w:instrText>
                                </w:r>
                                <w:r>
                                  <w:fldChar w:fldCharType="separate"/>
                                </w:r>
                                <w:r w:rsidR="00ED06DC">
                                  <w:rPr>
                                    <w:noProof/>
                                  </w:rPr>
                                  <w:t>3</w:t>
                                </w:r>
                                <w:r>
                                  <w:rPr>
                                    <w:noProof/>
                                  </w:rPr>
                                  <w:fldChar w:fldCharType="end"/>
                                </w:r>
                                <w:r>
                                  <w:t>: Skripte für den zentralen Abfrage-</w:t>
                                </w:r>
                                <w:proofErr w:type="spellStart"/>
                                <w:r>
                                  <w:t>Calliope</w:t>
                                </w:r>
                                <w:proofErr w:type="spellEnd"/>
                                <w:r>
                                  <w:t xml:space="preserve"> (links) und eine Messstation (rechts)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5FBAEDFF" id="Gruppieren 2" o:spid="_x0000_s1055" style="position:absolute;margin-left:-.35pt;margin-top:.2pt;width:467.05pt;height:271.95pt;z-index:251665408;mso-width-relative:margin" coordorigin="-3" coordsize="59325,345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">
                <v:shape id="Textfeld 2" o:spid="_x0000_s1056" type="#_x0000_t202" style="position:absolute;left:25717;width:31470;height:31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" filled="f" strokecolor="#4472c4 [3204]" strokeweight="1pt">
                  <v:textbox inset="1mm,1mm,1mm,1mm">
                    <w:txbxContent>
                      <w:p w14:paraId="179011C0" w14:textId="77777777" w:rsidR="00E844B4" w:rsidRPr="0058733D" w:rsidRDefault="00E844B4" w:rsidP="00E844B4">
                        <w:pPr>
                          <w:rPr>
                            <w:u w:val="single"/>
                          </w:rPr>
                        </w:pPr>
                        <w:r w:rsidRPr="0058733D">
                          <w:rPr>
                            <w:u w:val="single"/>
                          </w:rPr>
                          <w:t>Skript einer Messstation</w:t>
                        </w:r>
                        <w:r>
                          <w:rPr>
                            <w:u w:val="single"/>
                          </w:rPr>
                          <w:t>:</w:t>
                        </w:r>
                      </w:p>
                    </w:txbxContent>
                  </v:textbox>
                </v:shape>
                <v:shape id="Textfeld 2" o:spid="_x0000_s1057" type="#_x0000_t202" style="position:absolute;width:25432;height:3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" filled="f" strokecolor="#4472c4 [3204]" strokeweight="1pt">
                  <v:textbox inset="1mm,1mm,1mm,1mm">
                    <w:txbxContent>
                      <w:p w14:paraId="2E9B5BAA" w14:textId="77777777" w:rsidR="00E844B4" w:rsidRPr="0058733D" w:rsidRDefault="00E844B4" w:rsidP="00E844B4">
                        <w:pPr>
                          <w:rPr>
                            <w:u w:val="single"/>
                          </w:rPr>
                        </w:pPr>
                        <w:r w:rsidRPr="0058733D">
                          <w:rPr>
                            <w:u w:val="single"/>
                          </w:rPr>
                          <w:t>Skript des zentrale</w:t>
                        </w:r>
                        <w:r>
                          <w:rPr>
                            <w:u w:val="single"/>
                          </w:rPr>
                          <w:t>n</w:t>
                        </w:r>
                        <w:r w:rsidRPr="0058733D">
                          <w:rPr>
                            <w:u w:val="single"/>
                          </w:rPr>
                          <w:t xml:space="preserve"> A</w:t>
                        </w:r>
                        <w:r>
                          <w:rPr>
                            <w:u w:val="single"/>
                          </w:rPr>
                          <w:t>bfrage</w:t>
                        </w:r>
                        <w:r w:rsidRPr="0058733D">
                          <w:rPr>
                            <w:u w:val="single"/>
                          </w:rPr>
                          <w:t>-</w:t>
                        </w:r>
                        <w:proofErr w:type="spellStart"/>
                        <w:r w:rsidRPr="0058733D">
                          <w:rPr>
                            <w:u w:val="single"/>
                          </w:rPr>
                          <w:t>Calliope</w:t>
                        </w:r>
                        <w:r>
                          <w:rPr>
                            <w:u w:val="single"/>
                          </w:rPr>
                          <w:t>s</w:t>
                        </w:r>
                        <w:proofErr w:type="spellEnd"/>
                        <w:r>
                          <w:rPr>
                            <w:u w:val="single"/>
                          </w:rPr>
                          <w:t>:</w:t>
                        </w:r>
                      </w:p>
                    </w:txbxContent>
                  </v:textbox>
                </v:shape>
                <v:group id="Gruppieren 8" o:spid="_x0000_s1058" style="position:absolute;left:-3;top:2957;width:59325;height:31585" coordorigin="-289,-571" coordsize="59327,31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">
                  <v:group id="Gruppieren 4" o:spid="_x0000_s1059" style="position:absolute;left:-289;top:-571;width:59327;height:28564" coordorigin="-289,-864" coordsize="59327,28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">
                    <v:shape id="Grafik 2" o:spid="_x0000_s1060" type="#_x0000_t75" style="position:absolute;left:26039;top:-694;width:32999;height:235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">
                      <v:imagedata r:id="rId32" o:title="" croptop="-1298f" cropbottom="-1602f" cropleft="-605f" cropright="2f"/>
                    </v:shape>
                    <v:shape id="Grafik 3" o:spid="_x0000_s1061" type="#_x0000_t75" style="position:absolute;left:-289;top:-864;width:26562;height:28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">
                      <v:imagedata r:id="rId33" o:title="" croptop="-735f" cropbottom="-2172f" cropleft="-1178f" cropright="665f"/>
                    </v:shape>
                  </v:group>
                  <v:shape id="_x0000_s1062" type="#_x0000_t202" style="position:absolute;left:-285;top:28104;width:56681;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" stroked="f">
                    <v:textbox inset="0,0,0,0">
                      <w:txbxContent>
                        <w:p w14:paraId="548BDBC8" w14:textId="37A3447B" w:rsidR="00E844B4" w:rsidRPr="00A84D17" w:rsidRDefault="00E844B4" w:rsidP="00E844B4">
                          <w:pPr>
                            <w:pStyle w:val="UnterschriftINFSII"/>
                            <w:rPr>
                              <w:noProof/>
                            </w:rPr>
                          </w:pPr>
                          <w:r>
                            <w:t xml:space="preserve">Abbildung </w:t>
                          </w:r>
                          <w:r>
                            <w:fldChar w:fldCharType="begin"/>
                          </w:r>
                          <w:r>
                            <w:instrText xml:space="preserve"> SEQ Abbildung \* ARABIC </w:instrText>
                          </w:r>
                          <w:r>
                            <w:fldChar w:fldCharType="separate"/>
                          </w:r>
                          <w:r w:rsidR="00ED06DC">
                            <w:rPr>
                              <w:noProof/>
                            </w:rPr>
                            <w:t>3</w:t>
                          </w:r>
                          <w:r>
                            <w:rPr>
                              <w:noProof/>
                            </w:rPr>
                            <w:fldChar w:fldCharType="end"/>
                          </w:r>
                          <w:r>
                            <w:t>: Skripte für den zentralen Abfrage-</w:t>
                          </w:r>
                          <w:proofErr w:type="spellStart"/>
                          <w:r>
                            <w:t>Calliope</w:t>
                          </w:r>
                          <w:proofErr w:type="spellEnd"/>
                          <w:r>
                            <w:t xml:space="preserve"> (links) und eine Messstation (rechts)</w:t>
                          </w:r>
                        </w:p>
                      </w:txbxContent>
                    </v:textbox>
                  </v:shape>
                </v:group>
                <w10:wrap type="topAndBottom"/>
              </v:group>
            </w:pict>
          </mc:Fallback>
        </mc:AlternateContent>
      </w:r>
      <w:r>
        <w:rPr>
          <w:b/>
          <w:bCs/>
          <w:noProof/>
        </w:rPr>
        <w:drawing>
          <wp:anchor distT="0" distB="0" distL="114300" distR="114300" simplePos="0" relativeHeight="251660288" behindDoc="0" locked="0" layoutInCell="1" allowOverlap="1" wp14:anchorId="128BF3AC" wp14:editId="31BE3435">
            <wp:simplePos x="0" y="0"/>
            <wp:positionH relativeFrom="margin">
              <wp:posOffset>-400989</wp:posOffset>
            </wp:positionH>
            <wp:positionV relativeFrom="paragraph">
              <wp:posOffset>3442003</wp:posOffset>
            </wp:positionV>
            <wp:extent cx="233680" cy="233680"/>
            <wp:effectExtent l="0" t="0" r="0" b="0"/>
            <wp:wrapSquare wrapText="bothSides"/>
            <wp:docPr id="1945405599" name="Grafik 6"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rsidRPr="001D7D82">
        <w:rPr>
          <w:b/>
          <w:bCs/>
        </w:rPr>
        <w:t>Aufgabe 2:</w:t>
      </w:r>
      <w:r>
        <w:t xml:space="preserve"> Das System soll nun so erweitert bzw. verändert werden, dass der Abfrage-</w:t>
      </w:r>
      <w:proofErr w:type="spellStart"/>
      <w:r>
        <w:t>Calliope</w:t>
      </w:r>
      <w:proofErr w:type="spellEnd"/>
      <w:r>
        <w:t xml:space="preserve"> die Temperaturdaten von drei verschiedenen </w:t>
      </w:r>
      <w:proofErr w:type="spellStart"/>
      <w:r>
        <w:t>Calliopes</w:t>
      </w:r>
      <w:proofErr w:type="spellEnd"/>
      <w:r>
        <w:t xml:space="preserve"> abfragen kann. Die Auswahl kann z. B. über die Tasten A, B bzw. A+B erfolgen.</w:t>
      </w:r>
    </w:p>
    <w:p w14:paraId="1E28DCAF" w14:textId="33200CE5" w:rsidR="00E844B4" w:rsidRDefault="00E844B4" w:rsidP="00E844B4">
      <w:pPr>
        <w:pStyle w:val="Listenabsatz"/>
        <w:numPr>
          <w:ilvl w:val="0"/>
          <w:numId w:val="27"/>
        </w:numPr>
      </w:pPr>
      <w:r>
        <w:t>Diskutier</w:t>
      </w:r>
      <w:r>
        <w:t>en Sie</w:t>
      </w:r>
      <w:r>
        <w:t>, welche Ergänzungen oder Veränderungen notwendig sind, um die Skripte entsprechend anzupassen.</w:t>
      </w:r>
    </w:p>
    <w:p w14:paraId="20A6D767" w14:textId="77777777" w:rsidR="00E844B4" w:rsidRDefault="00E844B4" w:rsidP="00E844B4">
      <w:pPr>
        <w:pStyle w:val="Listenabsatz"/>
        <w:ind w:left="360"/>
      </w:pPr>
      <w:r w:rsidRPr="003D6C0E">
        <w:rPr>
          <w:b/>
          <w:bCs/>
        </w:rPr>
        <w:t>Hinweis:</w:t>
      </w:r>
      <w:r>
        <w:t xml:space="preserve"> Die Blöcke zum Senden und Empfangen von Nachrichten gibt es sowohl für Text als auch für Zahlen oder für ein Wertepaar aus Text und Zahl (s. Abbildung 4). </w:t>
      </w:r>
    </w:p>
    <w:p w14:paraId="3BA25C3E" w14:textId="67F89820" w:rsidR="00E844B4" w:rsidRDefault="00E844B4" w:rsidP="00E844B4">
      <w:pPr>
        <w:pStyle w:val="Listenabsatz"/>
        <w:numPr>
          <w:ilvl w:val="0"/>
          <w:numId w:val="27"/>
        </w:numPr>
      </w:pPr>
      <w:bookmarkStart w:id="0" w:name="_Hlk140050976"/>
      <w:r>
        <w:t>Teil</w:t>
      </w:r>
      <w:r>
        <w:t>en Sie</w:t>
      </w:r>
      <w:r>
        <w:t xml:space="preserve"> die Arbeit für die Implementierung in der Gruppe auf. Jeder erstellt das Skript für einen der vier </w:t>
      </w:r>
      <w:proofErr w:type="spellStart"/>
      <w:r>
        <w:t>Calliopes</w:t>
      </w:r>
      <w:proofErr w:type="spellEnd"/>
      <w:r>
        <w:t xml:space="preserve"> entsprechend </w:t>
      </w:r>
      <w:r>
        <w:t>Ihrer</w:t>
      </w:r>
      <w:r>
        <w:t xml:space="preserve"> Absprachen.</w:t>
      </w:r>
      <w:bookmarkEnd w:id="0"/>
      <w:r>
        <w:t xml:space="preserve"> </w:t>
      </w:r>
    </w:p>
    <w:tbl>
      <w:tblPr>
        <w:tblStyle w:val="Tabellenraster"/>
        <w:tblW w:w="0" w:type="auto"/>
        <w:tblBorders>
          <w:top w:val="single" w:sz="4" w:space="0" w:color="8CBD3A"/>
          <w:left w:val="single" w:sz="4" w:space="0" w:color="8CBD3A"/>
          <w:bottom w:val="single" w:sz="4" w:space="0" w:color="8CBD3A"/>
          <w:right w:val="single" w:sz="4" w:space="0" w:color="8CBD3A"/>
          <w:insideH w:val="none" w:sz="0" w:space="0" w:color="auto"/>
          <w:insideV w:val="none" w:sz="0" w:space="0" w:color="auto"/>
        </w:tblBorders>
        <w:tblLook w:val="04A0" w:firstRow="1" w:lastRow="0" w:firstColumn="1" w:lastColumn="0" w:noHBand="0" w:noVBand="1"/>
      </w:tblPr>
      <w:tblGrid>
        <w:gridCol w:w="4864"/>
        <w:gridCol w:w="4198"/>
      </w:tblGrid>
      <w:tr w:rsidR="00E844B4" w14:paraId="382D3B32" w14:textId="77777777" w:rsidTr="00E844B4">
        <w:tc>
          <w:tcPr>
            <w:tcW w:w="5783" w:type="dxa"/>
            <w:tcBorders>
              <w:top w:val="single" w:sz="4" w:space="0" w:color="4E6B9E"/>
              <w:left w:val="single" w:sz="4" w:space="0" w:color="4E6B9E"/>
              <w:bottom w:val="nil"/>
            </w:tcBorders>
          </w:tcPr>
          <w:p w14:paraId="5EB9777C" w14:textId="77777777" w:rsidR="00E844B4" w:rsidRDefault="00E844B4" w:rsidP="001F48EF">
            <w:r w:rsidRPr="00AC56EA">
              <w:rPr>
                <w:noProof/>
              </w:rPr>
              <w:drawing>
                <wp:inline distT="0" distB="0" distL="0" distR="0" wp14:anchorId="5D6D4EE9" wp14:editId="457915EA">
                  <wp:extent cx="1609454" cy="460857"/>
                  <wp:effectExtent l="0" t="0" r="0" b="0"/>
                  <wp:docPr id="2080192510" name="Grafik 1"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192510" name="Grafik 1" descr="Ein Bild, das Text, Schrift, Grafiken, Screenshot enthält.&#10;&#10;Automatisch generierte Beschreibung"/>
                          <pic:cNvPicPr/>
                        </pic:nvPicPr>
                        <pic:blipFill>
                          <a:blip r:embed="rId34"/>
                          <a:stretch>
                            <a:fillRect/>
                          </a:stretch>
                        </pic:blipFill>
                        <pic:spPr>
                          <a:xfrm>
                            <a:off x="0" y="0"/>
                            <a:ext cx="1633045" cy="467612"/>
                          </a:xfrm>
                          <a:prstGeom prst="rect">
                            <a:avLst/>
                          </a:prstGeom>
                        </pic:spPr>
                      </pic:pic>
                    </a:graphicData>
                  </a:graphic>
                </wp:inline>
              </w:drawing>
            </w:r>
          </w:p>
        </w:tc>
        <w:tc>
          <w:tcPr>
            <w:tcW w:w="3261" w:type="dxa"/>
            <w:tcBorders>
              <w:top w:val="single" w:sz="4" w:space="0" w:color="4E6B9E"/>
              <w:bottom w:val="nil"/>
              <w:right w:val="single" w:sz="4" w:space="0" w:color="4E6B9E"/>
            </w:tcBorders>
          </w:tcPr>
          <w:p w14:paraId="0C29BC66" w14:textId="77777777" w:rsidR="00E844B4" w:rsidRDefault="00E844B4" w:rsidP="001F48EF">
            <w:r w:rsidRPr="00AC56EA">
              <w:rPr>
                <w:noProof/>
              </w:rPr>
              <w:drawing>
                <wp:inline distT="0" distB="0" distL="0" distR="0" wp14:anchorId="514A809B" wp14:editId="3234A8E7">
                  <wp:extent cx="2277135" cy="797357"/>
                  <wp:effectExtent l="0" t="0" r="0" b="3175"/>
                  <wp:docPr id="659027215" name="Grafik 1" descr="Ein Bild, das Text, Screenshot,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27215" name="Grafik 1" descr="Ein Bild, das Text, Screenshot, Schrift, Grafiken enthält.&#10;&#10;Automatisch generierte Beschreibung"/>
                          <pic:cNvPicPr/>
                        </pic:nvPicPr>
                        <pic:blipFill>
                          <a:blip r:embed="rId35"/>
                          <a:stretch>
                            <a:fillRect/>
                          </a:stretch>
                        </pic:blipFill>
                        <pic:spPr>
                          <a:xfrm>
                            <a:off x="0" y="0"/>
                            <a:ext cx="2296302" cy="804069"/>
                          </a:xfrm>
                          <a:prstGeom prst="rect">
                            <a:avLst/>
                          </a:prstGeom>
                        </pic:spPr>
                      </pic:pic>
                    </a:graphicData>
                  </a:graphic>
                </wp:inline>
              </w:drawing>
            </w:r>
          </w:p>
        </w:tc>
      </w:tr>
      <w:tr w:rsidR="00E844B4" w14:paraId="2EA57E33" w14:textId="77777777" w:rsidTr="00E844B4">
        <w:tc>
          <w:tcPr>
            <w:tcW w:w="5783" w:type="dxa"/>
            <w:tcBorders>
              <w:top w:val="nil"/>
              <w:left w:val="single" w:sz="4" w:space="0" w:color="4E6B9E"/>
            </w:tcBorders>
          </w:tcPr>
          <w:p w14:paraId="3A44B219" w14:textId="77777777" w:rsidR="00E844B4" w:rsidRDefault="00E844B4" w:rsidP="001F48EF">
            <w:pPr>
              <w:tabs>
                <w:tab w:val="left" w:pos="4827"/>
              </w:tabs>
            </w:pPr>
            <w:r w:rsidRPr="00AC56EA">
              <w:rPr>
                <w:noProof/>
              </w:rPr>
              <w:drawing>
                <wp:inline distT="0" distB="0" distL="0" distR="0" wp14:anchorId="294083A8" wp14:editId="2B07806D">
                  <wp:extent cx="1572768" cy="426395"/>
                  <wp:effectExtent l="0" t="0" r="0" b="0"/>
                  <wp:docPr id="2080309597" name="Grafik 1" descr="Ein Bild, das Text, Grafiken,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309597" name="Grafik 1" descr="Ein Bild, das Text, Grafiken, Schrift, Screenshot enthält.&#10;&#10;Automatisch generierte Beschreibung"/>
                          <pic:cNvPicPr/>
                        </pic:nvPicPr>
                        <pic:blipFill>
                          <a:blip r:embed="rId36"/>
                          <a:stretch>
                            <a:fillRect/>
                          </a:stretch>
                        </pic:blipFill>
                        <pic:spPr>
                          <a:xfrm>
                            <a:off x="0" y="0"/>
                            <a:ext cx="1585842" cy="429940"/>
                          </a:xfrm>
                          <a:prstGeom prst="rect">
                            <a:avLst/>
                          </a:prstGeom>
                        </pic:spPr>
                      </pic:pic>
                    </a:graphicData>
                  </a:graphic>
                </wp:inline>
              </w:drawing>
            </w:r>
          </w:p>
          <w:p w14:paraId="7871471D" w14:textId="77777777" w:rsidR="00E844B4" w:rsidRDefault="00E844B4" w:rsidP="001F48EF">
            <w:pPr>
              <w:tabs>
                <w:tab w:val="left" w:pos="4827"/>
              </w:tabs>
            </w:pPr>
            <w:r>
              <w:t>maximale Länge der Nachricht 19 Zeichen</w:t>
            </w:r>
          </w:p>
        </w:tc>
        <w:tc>
          <w:tcPr>
            <w:tcW w:w="3261" w:type="dxa"/>
            <w:tcBorders>
              <w:top w:val="nil"/>
              <w:right w:val="single" w:sz="4" w:space="0" w:color="4E6B9E"/>
            </w:tcBorders>
          </w:tcPr>
          <w:p w14:paraId="2CC2222A" w14:textId="77777777" w:rsidR="00E844B4" w:rsidRPr="00AC56EA" w:rsidRDefault="00E844B4" w:rsidP="001F48EF">
            <w:r w:rsidRPr="00AC56EA">
              <w:rPr>
                <w:noProof/>
              </w:rPr>
              <w:drawing>
                <wp:inline distT="0" distB="0" distL="0" distR="0" wp14:anchorId="59D69882" wp14:editId="18A594F0">
                  <wp:extent cx="2318400" cy="828000"/>
                  <wp:effectExtent l="0" t="0" r="0" b="0"/>
                  <wp:docPr id="1085273421" name="Grafik 1" descr="Ein Bild, das Text, Screenshot,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273421" name="Grafik 1" descr="Ein Bild, das Text, Screenshot, Schrift, Grafiken enthält.&#10;&#10;Automatisch generierte Beschreibung"/>
                          <pic:cNvPicPr/>
                        </pic:nvPicPr>
                        <pic:blipFill>
                          <a:blip r:embed="rId37"/>
                          <a:stretch>
                            <a:fillRect/>
                          </a:stretch>
                        </pic:blipFill>
                        <pic:spPr>
                          <a:xfrm>
                            <a:off x="0" y="0"/>
                            <a:ext cx="2318400" cy="828000"/>
                          </a:xfrm>
                          <a:prstGeom prst="rect">
                            <a:avLst/>
                          </a:prstGeom>
                        </pic:spPr>
                      </pic:pic>
                    </a:graphicData>
                  </a:graphic>
                </wp:inline>
              </w:drawing>
            </w:r>
          </w:p>
        </w:tc>
      </w:tr>
      <w:tr w:rsidR="00E844B4" w14:paraId="43AA08AE" w14:textId="77777777" w:rsidTr="00E844B4">
        <w:tc>
          <w:tcPr>
            <w:tcW w:w="5783" w:type="dxa"/>
            <w:tcBorders>
              <w:left w:val="single" w:sz="4" w:space="0" w:color="4E6B9E"/>
              <w:bottom w:val="single" w:sz="4" w:space="0" w:color="4E6B9E"/>
            </w:tcBorders>
          </w:tcPr>
          <w:p w14:paraId="1DE7354F" w14:textId="77777777" w:rsidR="00E844B4" w:rsidRDefault="00E844B4" w:rsidP="001F48EF">
            <w:r w:rsidRPr="00AC56EA">
              <w:rPr>
                <w:noProof/>
              </w:rPr>
              <w:drawing>
                <wp:inline distT="0" distB="0" distL="0" distR="0" wp14:anchorId="234F6945" wp14:editId="38864ABE">
                  <wp:extent cx="2647630" cy="438912"/>
                  <wp:effectExtent l="0" t="0" r="0" b="0"/>
                  <wp:docPr id="1240860670" name="Grafik 1" descr="Ein Bild, das Text, Screenshot,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60670" name="Grafik 1" descr="Ein Bild, das Text, Screenshot, Schrift, Grafiken enthält.&#10;&#10;Automatisch generierte Beschreibung"/>
                          <pic:cNvPicPr/>
                        </pic:nvPicPr>
                        <pic:blipFill>
                          <a:blip r:embed="rId38"/>
                          <a:stretch>
                            <a:fillRect/>
                          </a:stretch>
                        </pic:blipFill>
                        <pic:spPr>
                          <a:xfrm>
                            <a:off x="0" y="0"/>
                            <a:ext cx="2681662" cy="444554"/>
                          </a:xfrm>
                          <a:prstGeom prst="rect">
                            <a:avLst/>
                          </a:prstGeom>
                        </pic:spPr>
                      </pic:pic>
                    </a:graphicData>
                  </a:graphic>
                </wp:inline>
              </w:drawing>
            </w:r>
          </w:p>
          <w:p w14:paraId="49F4D5D1" w14:textId="77777777" w:rsidR="00E844B4" w:rsidRDefault="00E844B4" w:rsidP="001F48EF">
            <w:r>
              <w:t>maximale Länge der Text-Nachricht 8 Zeichen</w:t>
            </w:r>
          </w:p>
        </w:tc>
        <w:tc>
          <w:tcPr>
            <w:tcW w:w="3261" w:type="dxa"/>
            <w:tcBorders>
              <w:bottom w:val="single" w:sz="4" w:space="0" w:color="4E6B9E"/>
              <w:right w:val="single" w:sz="4" w:space="0" w:color="4E6B9E"/>
            </w:tcBorders>
          </w:tcPr>
          <w:p w14:paraId="50BB7CA8" w14:textId="77777777" w:rsidR="00E844B4" w:rsidRDefault="00E844B4" w:rsidP="001F48EF">
            <w:pPr>
              <w:keepNext/>
            </w:pPr>
            <w:r w:rsidRPr="00AC56EA">
              <w:rPr>
                <w:noProof/>
              </w:rPr>
              <w:drawing>
                <wp:inline distT="0" distB="0" distL="0" distR="0" wp14:anchorId="12EE2A3A" wp14:editId="55D6A652">
                  <wp:extent cx="2528586" cy="792000"/>
                  <wp:effectExtent l="0" t="0" r="0" b="8255"/>
                  <wp:docPr id="36879711" name="Grafik 1" descr="Ein Bild, das Text, Screenshot,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79711" name="Grafik 1" descr="Ein Bild, das Text, Screenshot, Schrift, Grafiken enthält.&#10;&#10;Automatisch generierte Beschreibung"/>
                          <pic:cNvPicPr/>
                        </pic:nvPicPr>
                        <pic:blipFill>
                          <a:blip r:embed="rId39"/>
                          <a:stretch>
                            <a:fillRect/>
                          </a:stretch>
                        </pic:blipFill>
                        <pic:spPr>
                          <a:xfrm>
                            <a:off x="0" y="0"/>
                            <a:ext cx="2528586" cy="792000"/>
                          </a:xfrm>
                          <a:prstGeom prst="rect">
                            <a:avLst/>
                          </a:prstGeom>
                        </pic:spPr>
                      </pic:pic>
                    </a:graphicData>
                  </a:graphic>
                </wp:inline>
              </w:drawing>
            </w:r>
          </w:p>
        </w:tc>
      </w:tr>
    </w:tbl>
    <w:p w14:paraId="6D1BD845" w14:textId="08A90C61" w:rsidR="00E844B4" w:rsidRDefault="00E844B4" w:rsidP="00E844B4">
      <w:pPr>
        <w:pStyle w:val="UnterschriftINFSII"/>
      </w:pPr>
      <w:r>
        <w:t xml:space="preserve">Abbildung </w:t>
      </w:r>
      <w:r>
        <w:fldChar w:fldCharType="begin"/>
      </w:r>
      <w:r>
        <w:instrText xml:space="preserve"> SEQ Abbildung \* ARABIC </w:instrText>
      </w:r>
      <w:r>
        <w:fldChar w:fldCharType="separate"/>
      </w:r>
      <w:r w:rsidR="00ED06DC">
        <w:rPr>
          <w:noProof/>
        </w:rPr>
        <w:t>4</w:t>
      </w:r>
      <w:r>
        <w:rPr>
          <w:noProof/>
        </w:rPr>
        <w:fldChar w:fldCharType="end"/>
      </w:r>
      <w:r>
        <w:t>: Blöcke zum Senden und Empfangen von Zahl, Text bzw. Wertepaar</w:t>
      </w:r>
    </w:p>
    <w:p w14:paraId="6044BFD5" w14:textId="26E0CD13" w:rsidR="00E844B4" w:rsidRPr="00ED5321" w:rsidRDefault="00E844B4" w:rsidP="00E844B4">
      <w:r>
        <w:br w:type="page"/>
      </w:r>
      <w:r>
        <w:rPr>
          <w:b/>
          <w:bCs/>
          <w:noProof/>
        </w:rPr>
        <w:lastRenderedPageBreak/>
        <w:drawing>
          <wp:anchor distT="0" distB="0" distL="114300" distR="114300" simplePos="0" relativeHeight="251664384" behindDoc="0" locked="0" layoutInCell="1" allowOverlap="1" wp14:anchorId="26B77AEC" wp14:editId="3C0FD2A5">
            <wp:simplePos x="0" y="0"/>
            <wp:positionH relativeFrom="margin">
              <wp:posOffset>-365373</wp:posOffset>
            </wp:positionH>
            <wp:positionV relativeFrom="paragraph">
              <wp:posOffset>304</wp:posOffset>
            </wp:positionV>
            <wp:extent cx="233680" cy="233680"/>
            <wp:effectExtent l="0" t="0" r="0" b="0"/>
            <wp:wrapSquare wrapText="bothSides"/>
            <wp:docPr id="1077851480" name="Grafik 1077851480"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5599" name="Grafik 1945405599" descr="Benutzer mit einfarbiger Füllun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0" y="0"/>
                      <a:ext cx="233680" cy="233680"/>
                    </a:xfrm>
                    <a:prstGeom prst="rect">
                      <a:avLst/>
                    </a:prstGeom>
                  </pic:spPr>
                </pic:pic>
              </a:graphicData>
            </a:graphic>
            <wp14:sizeRelH relativeFrom="margin">
              <wp14:pctWidth>0</wp14:pctWidth>
            </wp14:sizeRelH>
            <wp14:sizeRelV relativeFrom="margin">
              <wp14:pctHeight>0</wp14:pctHeight>
            </wp14:sizeRelV>
          </wp:anchor>
        </w:drawing>
      </w:r>
      <w:r w:rsidRPr="002D589D">
        <w:rPr>
          <w:b/>
          <w:bCs/>
        </w:rPr>
        <w:t xml:space="preserve">Aufgabe 3: </w:t>
      </w:r>
      <w:r w:rsidRPr="00ED5321">
        <w:t>Gestalte</w:t>
      </w:r>
      <w:r>
        <w:t>n Sie</w:t>
      </w:r>
      <w:r w:rsidRPr="00ED5321">
        <w:t xml:space="preserve"> das System nach </w:t>
      </w:r>
      <w:r>
        <w:t>Ihren</w:t>
      </w:r>
      <w:r w:rsidRPr="00ED5321">
        <w:t xml:space="preserve"> Vorstellungen weiter aus. Beispielsweise könnte es die Möglichkeit geben, weitere Sensordaten abzufragen, etwa die aktuell gemessene Lichtstärke, um zu erfassen, wie hoch die Sonneneinstrahlung in einem Zimmer ist. Auch eine Auswertung der abgefragten Daten wäre möglich, um </w:t>
      </w:r>
      <w:r>
        <w:t xml:space="preserve">z. B. </w:t>
      </w:r>
      <w:r w:rsidRPr="00ED5321">
        <w:t>eine Heizung</w:t>
      </w:r>
      <w:r>
        <w:t xml:space="preserve"> oder </w:t>
      </w:r>
      <w:r w:rsidRPr="00ED5321">
        <w:t xml:space="preserve">eine Klimaanlage zu steuern. </w:t>
      </w:r>
    </w:p>
    <w:p w14:paraId="48803674" w14:textId="5BF3B8CC" w:rsidR="00E844B4" w:rsidRDefault="00E844B4" w:rsidP="00E844B4">
      <w:r w:rsidRPr="00ED5321">
        <w:t>Diskutier</w:t>
      </w:r>
      <w:r>
        <w:t>en Sie</w:t>
      </w:r>
      <w:r>
        <w:t xml:space="preserve"> dazu</w:t>
      </w:r>
      <w:r w:rsidRPr="00ED5321">
        <w:t xml:space="preserve"> zunächst in der Kleingruppe, wie </w:t>
      </w:r>
      <w:r>
        <w:t>Sie</w:t>
      </w:r>
      <w:r w:rsidRPr="00ED5321">
        <w:t xml:space="preserve"> das System erweitern möchte</w:t>
      </w:r>
      <w:r>
        <w:t>n</w:t>
      </w:r>
      <w:r w:rsidRPr="00ED5321">
        <w:t xml:space="preserve">: Welcher </w:t>
      </w:r>
      <w:proofErr w:type="spellStart"/>
      <w:r w:rsidRPr="00ED5321">
        <w:t>Calliope</w:t>
      </w:r>
      <w:proofErr w:type="spellEnd"/>
      <w:r w:rsidRPr="00ED5321">
        <w:t xml:space="preserve"> soll welche Aufgabe übernehmen</w:t>
      </w:r>
      <w:r>
        <w:t xml:space="preserve"> und wie wird sie ggf. simuliert</w:t>
      </w:r>
      <w:r w:rsidRPr="00ED5321">
        <w:t>? Nach welchen Regeln erfolgt die Kommunikation bzw. die Steuerung.</w:t>
      </w:r>
      <w:r>
        <w:t xml:space="preserve"> </w:t>
      </w:r>
      <w:r w:rsidRPr="00ED5321">
        <w:t>Welche Ergänzungen oder Veränderungen</w:t>
      </w:r>
      <w:r>
        <w:t xml:space="preserve"> sind notwendig, um die Skripte aus Aufgabe 2 entsprechend anzupassen?</w:t>
      </w:r>
    </w:p>
    <w:p w14:paraId="79B5E571" w14:textId="1152E71F" w:rsidR="00E844B4" w:rsidRDefault="00E844B4" w:rsidP="00E844B4">
      <w:pPr>
        <w:spacing w:after="160" w:line="259" w:lineRule="auto"/>
      </w:pPr>
      <w:r>
        <w:t>Teil</w:t>
      </w:r>
      <w:r>
        <w:t>en Sie</w:t>
      </w:r>
      <w:r>
        <w:t xml:space="preserve"> die Arbeit für die Implementierung anschließend in der Gruppe auf. Jeder erstellt das Skript für einen der </w:t>
      </w:r>
      <w:proofErr w:type="spellStart"/>
      <w:r>
        <w:t>Calliopes</w:t>
      </w:r>
      <w:proofErr w:type="spellEnd"/>
      <w:r>
        <w:t xml:space="preserve"> entsprechend </w:t>
      </w:r>
      <w:r>
        <w:t>Ihrer</w:t>
      </w:r>
      <w:r>
        <w:t xml:space="preserve"> Absprachen.</w:t>
      </w:r>
    </w:p>
    <w:p w14:paraId="52301011" w14:textId="77777777" w:rsidR="00E844B4" w:rsidRDefault="00E844B4" w:rsidP="00E844B4">
      <w:pPr>
        <w:pStyle w:val="berschrift2"/>
      </w:pPr>
    </w:p>
    <w:p w14:paraId="18E54B4C" w14:textId="77777777" w:rsidR="00E844B4" w:rsidRDefault="00E844B4" w:rsidP="00E844B4"/>
    <w:p w14:paraId="2F866466" w14:textId="77777777" w:rsidR="00E844B4" w:rsidRDefault="00E844B4" w:rsidP="00E844B4"/>
    <w:p w14:paraId="51C662F6" w14:textId="77777777" w:rsidR="00E844B4" w:rsidRDefault="00E844B4" w:rsidP="00E844B4"/>
    <w:p w14:paraId="42CF6344" w14:textId="77777777" w:rsidR="00E844B4" w:rsidRDefault="00E844B4" w:rsidP="00E844B4"/>
    <w:p w14:paraId="291FF0C3" w14:textId="77777777" w:rsidR="00E844B4" w:rsidRDefault="00E844B4" w:rsidP="00E844B4"/>
    <w:p w14:paraId="49642023" w14:textId="77777777" w:rsidR="00E844B4" w:rsidRDefault="00E844B4" w:rsidP="00E844B4"/>
    <w:p w14:paraId="2131BA81" w14:textId="77777777" w:rsidR="00E844B4" w:rsidRDefault="00E844B4" w:rsidP="00E844B4"/>
    <w:p w14:paraId="0BCCADE6" w14:textId="77777777" w:rsidR="00E844B4" w:rsidRDefault="00E844B4" w:rsidP="00E844B4"/>
    <w:p w14:paraId="46380B86" w14:textId="77777777" w:rsidR="00E844B4" w:rsidRDefault="00E844B4" w:rsidP="00E844B4"/>
    <w:p w14:paraId="6F1EEBA5" w14:textId="77777777" w:rsidR="00E844B4" w:rsidRDefault="00E844B4" w:rsidP="00E844B4"/>
    <w:p w14:paraId="1042FC3A" w14:textId="77777777" w:rsidR="00E844B4" w:rsidRDefault="00E844B4" w:rsidP="00E844B4"/>
    <w:p w14:paraId="74D2E41B" w14:textId="77777777" w:rsidR="00E844B4" w:rsidRDefault="00E844B4" w:rsidP="00E844B4"/>
    <w:p w14:paraId="5985D200" w14:textId="77777777" w:rsidR="00E844B4" w:rsidRDefault="00E844B4" w:rsidP="00E844B4"/>
    <w:p w14:paraId="7DD61CF1" w14:textId="77777777" w:rsidR="00E844B4" w:rsidRDefault="00E844B4" w:rsidP="00E844B4"/>
    <w:p w14:paraId="1A214CAE" w14:textId="77777777" w:rsidR="00E844B4" w:rsidRDefault="00E844B4" w:rsidP="00E844B4"/>
    <w:p w14:paraId="0A875DE5" w14:textId="347937FA" w:rsidR="00E844B4" w:rsidRDefault="00E844B4" w:rsidP="00E844B4">
      <w:pPr>
        <w:spacing w:after="120"/>
      </w:pPr>
      <w:r w:rsidRPr="005E1E04">
        <w:t xml:space="preserve">Dieses Werk ist lizenziert unter einer </w:t>
      </w:r>
      <w:hyperlink r:id="rId40" w:history="1">
        <w:r w:rsidRPr="00E844B4">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r>
        <w:t xml:space="preserve">Von der Lizenz ausgenommen ist das </w:t>
      </w:r>
      <w:proofErr w:type="spellStart"/>
      <w:r>
        <w:t>InfS</w:t>
      </w:r>
      <w:r>
        <w:t>I</w:t>
      </w:r>
      <w:r>
        <w:t>I</w:t>
      </w:r>
      <w:proofErr w:type="spellEnd"/>
      <w:r>
        <w:t>-Logo.</w:t>
      </w:r>
    </w:p>
    <w:p w14:paraId="0629D3E4" w14:textId="77777777" w:rsidR="00E844B4" w:rsidRPr="003852C9" w:rsidRDefault="00E844B4" w:rsidP="00E844B4">
      <w:pPr>
        <w:spacing w:after="0"/>
        <w:rPr>
          <w:b/>
          <w:bCs/>
        </w:rPr>
      </w:pPr>
      <w:bookmarkStart w:id="1" w:name="_Hlk149746021"/>
      <w:r w:rsidRPr="003852C9">
        <w:rPr>
          <w:b/>
          <w:bCs/>
        </w:rPr>
        <w:t>Abbildungsnachweise</w:t>
      </w:r>
      <w:r>
        <w:rPr>
          <w:b/>
          <w:bCs/>
        </w:rPr>
        <w:t>:</w:t>
      </w:r>
    </w:p>
    <w:p w14:paraId="0DB28010" w14:textId="77777777" w:rsidR="00E844B4" w:rsidRDefault="00E844B4" w:rsidP="00E844B4">
      <w:r>
        <w:t xml:space="preserve">Abbildung 1 enthält Piktogramme aus Microsoft Word. Die schematische Zeichnung des </w:t>
      </w:r>
      <w:proofErr w:type="spellStart"/>
      <w:r>
        <w:t>Calliope</w:t>
      </w:r>
      <w:proofErr w:type="spellEnd"/>
      <w:r>
        <w:t xml:space="preserve"> wurde von der Autorin mit dem </w:t>
      </w:r>
      <w:proofErr w:type="spellStart"/>
      <w:r>
        <w:t>yED</w:t>
      </w:r>
      <w:proofErr w:type="spellEnd"/>
      <w:r>
        <w:t xml:space="preserve"> Graph Editor (</w:t>
      </w:r>
      <w:hyperlink r:id="rId41" w:history="1">
        <w:r w:rsidRPr="00E844B4">
          <w:rPr>
            <w:rStyle w:val="Hyperlink"/>
            <w:color w:val="4E6B9E"/>
          </w:rPr>
          <w:t>https://www.yworks.com/products/yed</w:t>
        </w:r>
      </w:hyperlink>
      <w:r>
        <w:t>) erstellt.</w:t>
      </w:r>
    </w:p>
    <w:p w14:paraId="13E79C10" w14:textId="77777777" w:rsidR="00E844B4" w:rsidRDefault="00E844B4" w:rsidP="00E844B4">
      <w:pPr>
        <w:spacing w:after="120"/>
      </w:pPr>
      <w:r>
        <w:t xml:space="preserve">Die Abbildungen 2 bis 4 sind Screenshots aus dem Programm Microsoft </w:t>
      </w:r>
      <w:proofErr w:type="spellStart"/>
      <w:r>
        <w:t>MakeCode</w:t>
      </w:r>
      <w:proofErr w:type="spellEnd"/>
      <w:r>
        <w:t xml:space="preserve"> in der Version 4.0.29 (</w:t>
      </w:r>
      <w:hyperlink r:id="rId42" w:history="1">
        <w:r w:rsidRPr="00E844B4">
          <w:rPr>
            <w:rStyle w:val="Hyperlink"/>
            <w:color w:val="4E6B9E"/>
          </w:rPr>
          <w:t>https://makecode.calliope.cc</w:t>
        </w:r>
      </w:hyperlink>
      <w:r>
        <w:t>)</w:t>
      </w:r>
      <w:bookmarkEnd w:id="1"/>
    </w:p>
    <w:p w14:paraId="6AF8B4BC" w14:textId="4CEF54B7" w:rsidR="00970575" w:rsidRDefault="00E844B4">
      <w:bookmarkStart w:id="2" w:name="_Hlk65008113"/>
      <w:r>
        <w:t>Für die korrekte Ausführbarkeit der Quelltexte in diesem Arbeitsblatt und der beiliegenden Programme wird keine Garantie übernommen. Auch für Folgeschäden, die sich aus der Anwendung der Quelltexte oder durch eventuelle fehlerhafte Angaben ergeben, wird keine Haftung oder juristische Verantwortung übernommen</w:t>
      </w:r>
      <w:bookmarkEnd w:id="2"/>
      <w:r>
        <w:t>.</w:t>
      </w:r>
    </w:p>
    <w:sectPr w:rsidR="00970575" w:rsidSect="00B32677">
      <w:headerReference w:type="default" r:id="rId43"/>
      <w:footerReference w:type="default" r:id="rId4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542DA" w14:textId="77777777" w:rsidR="00B32677" w:rsidRDefault="00B32677" w:rsidP="006D1346">
      <w:pPr>
        <w:spacing w:after="0" w:line="240" w:lineRule="auto"/>
      </w:pPr>
      <w:r>
        <w:separator/>
      </w:r>
    </w:p>
  </w:endnote>
  <w:endnote w:type="continuationSeparator" w:id="0">
    <w:p w14:paraId="6FBAAD8E" w14:textId="77777777" w:rsidR="00B32677" w:rsidRDefault="00B3267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9D2F4" w14:textId="452E58A4"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10E54A6" wp14:editId="52A4B59F">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84113">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C84113">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CD99F" w14:textId="77777777" w:rsidR="00B32677" w:rsidRDefault="00B32677" w:rsidP="006D1346">
      <w:pPr>
        <w:spacing w:after="0" w:line="240" w:lineRule="auto"/>
      </w:pPr>
      <w:r>
        <w:separator/>
      </w:r>
    </w:p>
  </w:footnote>
  <w:footnote w:type="continuationSeparator" w:id="0">
    <w:p w14:paraId="4B5EE065" w14:textId="77777777" w:rsidR="00B32677" w:rsidRDefault="00B32677"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B1D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DC0E6EE" wp14:editId="1C681C31">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7605EBF"/>
    <w:multiLevelType w:val="hybridMultilevel"/>
    <w:tmpl w:val="D76269AE"/>
    <w:lvl w:ilvl="0" w:tplc="04070017">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35376A"/>
    <w:multiLevelType w:val="hybridMultilevel"/>
    <w:tmpl w:val="3B5CCA7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02671296">
    <w:abstractNumId w:val="14"/>
  </w:num>
  <w:num w:numId="2" w16cid:durableId="878013062">
    <w:abstractNumId w:val="19"/>
  </w:num>
  <w:num w:numId="3" w16cid:durableId="274022642">
    <w:abstractNumId w:val="4"/>
  </w:num>
  <w:num w:numId="4" w16cid:durableId="1326667999">
    <w:abstractNumId w:val="16"/>
  </w:num>
  <w:num w:numId="5" w16cid:durableId="1574002844">
    <w:abstractNumId w:val="23"/>
  </w:num>
  <w:num w:numId="6" w16cid:durableId="1412005836">
    <w:abstractNumId w:val="20"/>
  </w:num>
  <w:num w:numId="7" w16cid:durableId="1686246849">
    <w:abstractNumId w:val="12"/>
  </w:num>
  <w:num w:numId="8" w16cid:durableId="1491672303">
    <w:abstractNumId w:val="10"/>
  </w:num>
  <w:num w:numId="9" w16cid:durableId="1431851959">
    <w:abstractNumId w:val="0"/>
  </w:num>
  <w:num w:numId="10" w16cid:durableId="2122648965">
    <w:abstractNumId w:val="9"/>
  </w:num>
  <w:num w:numId="11" w16cid:durableId="1135635914">
    <w:abstractNumId w:val="2"/>
  </w:num>
  <w:num w:numId="12" w16cid:durableId="1696006361">
    <w:abstractNumId w:val="17"/>
  </w:num>
  <w:num w:numId="13" w16cid:durableId="150950901">
    <w:abstractNumId w:val="1"/>
  </w:num>
  <w:num w:numId="14" w16cid:durableId="1242058584">
    <w:abstractNumId w:val="6"/>
  </w:num>
  <w:num w:numId="15" w16cid:durableId="1327628330">
    <w:abstractNumId w:val="7"/>
  </w:num>
  <w:num w:numId="16" w16cid:durableId="786049978">
    <w:abstractNumId w:val="11"/>
  </w:num>
  <w:num w:numId="17" w16cid:durableId="2112162433">
    <w:abstractNumId w:val="8"/>
  </w:num>
  <w:num w:numId="18" w16cid:durableId="525291736">
    <w:abstractNumId w:val="5"/>
  </w:num>
  <w:num w:numId="19" w16cid:durableId="935095862">
    <w:abstractNumId w:val="3"/>
  </w:num>
  <w:num w:numId="20" w16cid:durableId="346565763">
    <w:abstractNumId w:val="22"/>
  </w:num>
  <w:num w:numId="21" w16cid:durableId="1870874767">
    <w:abstractNumId w:val="13"/>
  </w:num>
  <w:num w:numId="22" w16cid:durableId="115175415">
    <w:abstractNumId w:val="14"/>
    <w:lvlOverride w:ilvl="0">
      <w:startOverride w:val="1"/>
    </w:lvlOverride>
  </w:num>
  <w:num w:numId="23" w16cid:durableId="707415366">
    <w:abstractNumId w:val="14"/>
    <w:lvlOverride w:ilvl="0">
      <w:startOverride w:val="1"/>
    </w:lvlOverride>
  </w:num>
  <w:num w:numId="24" w16cid:durableId="543759902">
    <w:abstractNumId w:val="14"/>
    <w:lvlOverride w:ilvl="0">
      <w:startOverride w:val="1"/>
    </w:lvlOverride>
  </w:num>
  <w:num w:numId="25" w16cid:durableId="313417135">
    <w:abstractNumId w:val="14"/>
    <w:lvlOverride w:ilvl="0">
      <w:startOverride w:val="1"/>
    </w:lvlOverride>
  </w:num>
  <w:num w:numId="26" w16cid:durableId="1046829233">
    <w:abstractNumId w:val="15"/>
  </w:num>
  <w:num w:numId="27" w16cid:durableId="41055209">
    <w:abstractNumId w:val="21"/>
  </w:num>
  <w:num w:numId="28" w16cid:durableId="4135496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13"/>
    <w:rsid w:val="0000775F"/>
    <w:rsid w:val="000127AC"/>
    <w:rsid w:val="00017751"/>
    <w:rsid w:val="00026157"/>
    <w:rsid w:val="00071419"/>
    <w:rsid w:val="00072ED2"/>
    <w:rsid w:val="00087065"/>
    <w:rsid w:val="000A7494"/>
    <w:rsid w:val="00126D3F"/>
    <w:rsid w:val="00186A5F"/>
    <w:rsid w:val="001C2D07"/>
    <w:rsid w:val="001F622A"/>
    <w:rsid w:val="00221D86"/>
    <w:rsid w:val="00244639"/>
    <w:rsid w:val="00264EA1"/>
    <w:rsid w:val="003179DB"/>
    <w:rsid w:val="00330DB0"/>
    <w:rsid w:val="00334221"/>
    <w:rsid w:val="00381B15"/>
    <w:rsid w:val="003906DC"/>
    <w:rsid w:val="003B7431"/>
    <w:rsid w:val="003E4F79"/>
    <w:rsid w:val="003F45B4"/>
    <w:rsid w:val="003F5E3B"/>
    <w:rsid w:val="00412C43"/>
    <w:rsid w:val="00415B86"/>
    <w:rsid w:val="0042385F"/>
    <w:rsid w:val="00445135"/>
    <w:rsid w:val="004850AB"/>
    <w:rsid w:val="00494093"/>
    <w:rsid w:val="004B0D19"/>
    <w:rsid w:val="004B35A7"/>
    <w:rsid w:val="004C259A"/>
    <w:rsid w:val="004F1042"/>
    <w:rsid w:val="00554E24"/>
    <w:rsid w:val="005E301E"/>
    <w:rsid w:val="005E5D30"/>
    <w:rsid w:val="005F6623"/>
    <w:rsid w:val="00600140"/>
    <w:rsid w:val="0063498A"/>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21F57"/>
    <w:rsid w:val="00A36CBF"/>
    <w:rsid w:val="00A43086"/>
    <w:rsid w:val="00AA35A0"/>
    <w:rsid w:val="00AA432E"/>
    <w:rsid w:val="00AC2022"/>
    <w:rsid w:val="00AC5E66"/>
    <w:rsid w:val="00B07884"/>
    <w:rsid w:val="00B32677"/>
    <w:rsid w:val="00B45DB5"/>
    <w:rsid w:val="00B65416"/>
    <w:rsid w:val="00B73C44"/>
    <w:rsid w:val="00B7608A"/>
    <w:rsid w:val="00B92DDF"/>
    <w:rsid w:val="00C020BB"/>
    <w:rsid w:val="00C1549E"/>
    <w:rsid w:val="00C26C50"/>
    <w:rsid w:val="00C74D4B"/>
    <w:rsid w:val="00C84113"/>
    <w:rsid w:val="00CA7665"/>
    <w:rsid w:val="00CC05C6"/>
    <w:rsid w:val="00CC6DC4"/>
    <w:rsid w:val="00D01058"/>
    <w:rsid w:val="00D10AC8"/>
    <w:rsid w:val="00D33E38"/>
    <w:rsid w:val="00D72D0B"/>
    <w:rsid w:val="00D775E8"/>
    <w:rsid w:val="00DE3722"/>
    <w:rsid w:val="00DF56A6"/>
    <w:rsid w:val="00E032F5"/>
    <w:rsid w:val="00E10441"/>
    <w:rsid w:val="00E34A08"/>
    <w:rsid w:val="00E36D04"/>
    <w:rsid w:val="00E64B3F"/>
    <w:rsid w:val="00E67B23"/>
    <w:rsid w:val="00E700F0"/>
    <w:rsid w:val="00E844B4"/>
    <w:rsid w:val="00EB5F95"/>
    <w:rsid w:val="00EC6E4C"/>
    <w:rsid w:val="00ED06DC"/>
    <w:rsid w:val="00EF0090"/>
    <w:rsid w:val="00EF42B2"/>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3978C"/>
  <w15:chartTrackingRefBased/>
  <w15:docId w15:val="{2233C3B8-30FD-462E-8579-C9290A23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Überschrift 2 INFS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Überschrift 2 INFS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E844B4"/>
    <w:rPr>
      <w:color w:val="8CBD3A"/>
    </w:rPr>
  </w:style>
  <w:style w:type="character" w:customStyle="1" w:styleId="UnterschriftINFSIZchn">
    <w:name w:val="Unterschrift_INFSI Zchn"/>
    <w:basedOn w:val="BeschriftungZchn"/>
    <w:link w:val="UnterschriftINFSI"/>
    <w:rsid w:val="00E844B4"/>
    <w:rPr>
      <w:i/>
      <w:iCs/>
      <w:color w:val="8CBD3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svg"/><Relationship Id="rId26" Type="http://schemas.openxmlformats.org/officeDocument/2006/relationships/image" Target="media/image19.emf"/><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hyperlink" Target="https://makecode.calliope.c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svg"/><Relationship Id="rId29" Type="http://schemas.openxmlformats.org/officeDocument/2006/relationships/image" Target="media/image22.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hyperlink" Target="http://creativecommons.org/licenses/by-nc-sa/4.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svg"/><Relationship Id="rId19" Type="http://schemas.openxmlformats.org/officeDocument/2006/relationships/image" Target="media/image12.emf"/><Relationship Id="rId31" Type="http://schemas.openxmlformats.org/officeDocument/2006/relationships/image" Target="media/image24.pn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header" Target="header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sv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theme" Target="theme/theme1.xml"/><Relationship Id="rId20" Type="http://schemas.openxmlformats.org/officeDocument/2006/relationships/image" Target="media/image13.emf"/><Relationship Id="rId41" Type="http://schemas.openxmlformats.org/officeDocument/2006/relationships/hyperlink" Target="https://www.yworks.com/products/y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4.png"/></Relationships>
</file>

<file path=word/_rels/header1.xml.rels><?xml version="1.0" encoding="UTF-8" standalone="yes"?>
<Relationships xmlns="http://schemas.openxmlformats.org/package/2006/relationships"><Relationship Id="rId1" Type="http://schemas.openxmlformats.org/officeDocument/2006/relationships/image" Target="media/image3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3</Pages>
  <Words>621</Words>
  <Characters>3919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3</cp:revision>
  <cp:lastPrinted>2024-04-30T14:27:00Z</cp:lastPrinted>
  <dcterms:created xsi:type="dcterms:W3CDTF">2024-04-30T14:27:00Z</dcterms:created>
  <dcterms:modified xsi:type="dcterms:W3CDTF">2024-04-30T14:27:00Z</dcterms:modified>
</cp:coreProperties>
</file>